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66FFFF"/>
  <w:body>
    <w:p w:rsidR="00246121" w:rsidRPr="00A00F13" w:rsidRDefault="00601906" w:rsidP="007B18BD">
      <w:pPr>
        <w:pStyle w:val="Title"/>
        <w:rPr>
          <w:rFonts w:ascii="Georgia" w:hAnsi="Georgia"/>
          <w:shadow/>
          <w:color w:val="auto"/>
          <w:sz w:val="26"/>
          <w:szCs w:val="26"/>
        </w:rPr>
      </w:pPr>
      <w:r w:rsidRPr="00A00F13">
        <w:rPr>
          <w:rFonts w:ascii="Georgia" w:hAnsi="Georgia"/>
          <w:shadow/>
          <w:noProof/>
          <w:color w:val="auto"/>
          <w:sz w:val="26"/>
          <w:szCs w:val="26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-933450</wp:posOffset>
            </wp:positionH>
            <wp:positionV relativeFrom="paragraph">
              <wp:posOffset>-678180</wp:posOffset>
            </wp:positionV>
            <wp:extent cx="7781925" cy="10096500"/>
            <wp:effectExtent l="0" t="0" r="0" b="0"/>
            <wp:wrapNone/>
            <wp:docPr id="7" name="Picture 5" descr="C:\Users\aliviaf\AppData\Local\Microsoft\Windows\Temporary Internet Files\Content.IE5\ZWELVQ1Z\MCj043474500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liviaf\AppData\Local\Microsoft\Windows\Temporary Internet Files\Content.IE5\ZWELVQ1Z\MCj04347450000[1]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duotone>
                        <a:schemeClr val="accent5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80951" cy="100952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05A46" w:rsidRPr="00A00F13">
        <w:rPr>
          <w:rFonts w:ascii="Georgia" w:hAnsi="Georgia"/>
          <w:shadow/>
          <w:color w:val="auto"/>
          <w:sz w:val="26"/>
          <w:szCs w:val="26"/>
        </w:rPr>
        <w:t>CARRYING THE TORCH-CHOPIN PROJECT</w:t>
      </w:r>
    </w:p>
    <w:p w:rsidR="00246121" w:rsidRPr="00A00F13" w:rsidRDefault="00246121">
      <w:pPr>
        <w:jc w:val="center"/>
        <w:rPr>
          <w:rFonts w:ascii="Georgia" w:hAnsi="Georgia"/>
          <w:b/>
          <w:bCs/>
          <w:shadow/>
          <w:sz w:val="26"/>
          <w:szCs w:val="26"/>
        </w:rPr>
      </w:pPr>
    </w:p>
    <w:p w:rsidR="00246121" w:rsidRPr="00A00F13" w:rsidRDefault="00C83D23">
      <w:pPr>
        <w:pStyle w:val="Heading1"/>
        <w:ind w:right="-900"/>
        <w:rPr>
          <w:rFonts w:ascii="Georgia" w:hAnsi="Georgia"/>
          <w:shadow/>
          <w:color w:val="auto"/>
          <w:sz w:val="26"/>
          <w:szCs w:val="26"/>
        </w:rPr>
      </w:pPr>
      <w:r w:rsidRPr="00A00F13">
        <w:rPr>
          <w:rFonts w:ascii="Georgia" w:hAnsi="Georgia"/>
          <w:shadow/>
          <w:color w:val="auto"/>
          <w:sz w:val="26"/>
          <w:szCs w:val="26"/>
        </w:rPr>
        <w:t>NAME</w:t>
      </w:r>
      <w:r w:rsidR="00601906" w:rsidRPr="00A00F13">
        <w:rPr>
          <w:rFonts w:ascii="Georgia" w:hAnsi="Georgia"/>
          <w:shadow/>
          <w:color w:val="auto"/>
          <w:sz w:val="26"/>
          <w:szCs w:val="26"/>
        </w:rPr>
        <w:t>:</w:t>
      </w:r>
      <w:r w:rsidRPr="00A00F13">
        <w:rPr>
          <w:rFonts w:ascii="Georgia" w:hAnsi="Georgia"/>
          <w:shadow/>
          <w:color w:val="auto"/>
          <w:sz w:val="26"/>
          <w:szCs w:val="26"/>
        </w:rPr>
        <w:t xml:space="preserve"> </w:t>
      </w:r>
      <w:proofErr w:type="spellStart"/>
      <w:r w:rsidRPr="00A00F13">
        <w:rPr>
          <w:rFonts w:ascii="Georgia" w:hAnsi="Georgia"/>
          <w:shadow/>
          <w:color w:val="auto"/>
          <w:sz w:val="26"/>
          <w:szCs w:val="26"/>
        </w:rPr>
        <w:t>Alivia</w:t>
      </w:r>
      <w:proofErr w:type="spellEnd"/>
      <w:r w:rsidRPr="00A00F13">
        <w:rPr>
          <w:rFonts w:ascii="Georgia" w:hAnsi="Georgia"/>
          <w:shadow/>
          <w:color w:val="auto"/>
          <w:sz w:val="26"/>
          <w:szCs w:val="26"/>
        </w:rPr>
        <w:t xml:space="preserve">, Aimee, </w:t>
      </w:r>
      <w:r w:rsidR="00205A46" w:rsidRPr="00A00F13">
        <w:rPr>
          <w:rFonts w:ascii="Georgia" w:hAnsi="Georgia"/>
          <w:shadow/>
          <w:color w:val="auto"/>
          <w:sz w:val="26"/>
          <w:szCs w:val="26"/>
        </w:rPr>
        <w:t xml:space="preserve">&amp; </w:t>
      </w:r>
      <w:r w:rsidRPr="00A00F13">
        <w:rPr>
          <w:rFonts w:ascii="Georgia" w:hAnsi="Georgia"/>
          <w:shadow/>
          <w:color w:val="auto"/>
          <w:sz w:val="26"/>
          <w:szCs w:val="26"/>
        </w:rPr>
        <w:t xml:space="preserve">Laura. </w:t>
      </w:r>
      <w:proofErr w:type="gramStart"/>
      <w:r w:rsidR="00205A46" w:rsidRPr="00A00F13">
        <w:rPr>
          <w:rFonts w:ascii="Georgia" w:hAnsi="Georgia"/>
          <w:shadow/>
          <w:color w:val="auto"/>
          <w:sz w:val="26"/>
          <w:szCs w:val="26"/>
        </w:rPr>
        <w:t>#</w:t>
      </w:r>
      <w:r w:rsidRPr="00A00F13">
        <w:rPr>
          <w:rFonts w:ascii="Georgia" w:hAnsi="Georgia"/>
          <w:shadow/>
          <w:color w:val="auto"/>
          <w:sz w:val="26"/>
          <w:szCs w:val="26"/>
        </w:rPr>
        <w:t>’s 7, 16, &amp; 1.</w:t>
      </w:r>
      <w:proofErr w:type="gramEnd"/>
      <w:r w:rsidRPr="00A00F13">
        <w:rPr>
          <w:rFonts w:ascii="Georgia" w:hAnsi="Georgia"/>
          <w:shadow/>
          <w:color w:val="auto"/>
          <w:sz w:val="26"/>
          <w:szCs w:val="26"/>
        </w:rPr>
        <w:t xml:space="preserve"> </w:t>
      </w:r>
      <w:r w:rsidR="00205A46" w:rsidRPr="00A00F13">
        <w:rPr>
          <w:rFonts w:ascii="Georgia" w:hAnsi="Georgia"/>
          <w:shadow/>
          <w:color w:val="auto"/>
          <w:sz w:val="26"/>
          <w:szCs w:val="26"/>
        </w:rPr>
        <w:t xml:space="preserve"> TOPIC</w:t>
      </w:r>
      <w:r w:rsidR="00601906" w:rsidRPr="00A00F13">
        <w:rPr>
          <w:rFonts w:ascii="Georgia" w:hAnsi="Georgia"/>
          <w:shadow/>
          <w:color w:val="auto"/>
          <w:sz w:val="26"/>
          <w:szCs w:val="26"/>
        </w:rPr>
        <w:t>:</w:t>
      </w:r>
      <w:r w:rsidRPr="00A00F13">
        <w:rPr>
          <w:rFonts w:ascii="Georgia" w:hAnsi="Georgia"/>
          <w:shadow/>
          <w:color w:val="auto"/>
          <w:sz w:val="26"/>
          <w:szCs w:val="26"/>
        </w:rPr>
        <w:t xml:space="preserve"> Medicine</w:t>
      </w:r>
    </w:p>
    <w:p w:rsidR="00246121" w:rsidRPr="00A00F13" w:rsidRDefault="00246121">
      <w:pPr>
        <w:rPr>
          <w:rFonts w:ascii="Georgia" w:hAnsi="Georgia"/>
          <w:b/>
          <w:bCs/>
          <w:shadow/>
          <w:sz w:val="26"/>
          <w:szCs w:val="26"/>
        </w:rPr>
      </w:pPr>
    </w:p>
    <w:p w:rsidR="00246121" w:rsidRPr="00A00F13" w:rsidRDefault="00205A46">
      <w:pPr>
        <w:rPr>
          <w:rFonts w:ascii="Georgia" w:hAnsi="Georgia"/>
          <w:b/>
          <w:bCs/>
          <w:shadow/>
          <w:sz w:val="26"/>
          <w:szCs w:val="26"/>
        </w:rPr>
      </w:pPr>
      <w:r w:rsidRPr="00A00F13">
        <w:rPr>
          <w:rFonts w:ascii="Georgia" w:hAnsi="Georgia"/>
          <w:b/>
          <w:bCs/>
          <w:shadow/>
          <w:sz w:val="26"/>
          <w:szCs w:val="26"/>
        </w:rPr>
        <w:t>MY FIRST</w:t>
      </w:r>
      <w:r w:rsidR="00C83D23" w:rsidRPr="00A00F13">
        <w:rPr>
          <w:rFonts w:ascii="Georgia" w:hAnsi="Georgia"/>
          <w:b/>
          <w:bCs/>
          <w:shadow/>
          <w:sz w:val="26"/>
          <w:szCs w:val="26"/>
        </w:rPr>
        <w:t xml:space="preserve"> CHOICE IS: Elizabeth Blackwell</w:t>
      </w:r>
    </w:p>
    <w:p w:rsidR="00246121" w:rsidRPr="00A00F13" w:rsidRDefault="00246121">
      <w:pPr>
        <w:rPr>
          <w:rFonts w:ascii="Georgia" w:hAnsi="Georgia"/>
          <w:b/>
          <w:bCs/>
          <w:shadow/>
          <w:sz w:val="26"/>
          <w:szCs w:val="26"/>
        </w:rPr>
      </w:pPr>
    </w:p>
    <w:p w:rsidR="00246121" w:rsidRPr="00A00F13" w:rsidRDefault="00205A46">
      <w:pPr>
        <w:pStyle w:val="Heading2"/>
        <w:rPr>
          <w:rFonts w:ascii="Georgia" w:hAnsi="Georgia"/>
          <w:shadow/>
          <w:color w:val="auto"/>
          <w:sz w:val="26"/>
          <w:szCs w:val="26"/>
        </w:rPr>
      </w:pPr>
      <w:r w:rsidRPr="00A00F13">
        <w:rPr>
          <w:rFonts w:ascii="Georgia" w:hAnsi="Georgia"/>
          <w:shadow/>
          <w:color w:val="auto"/>
          <w:sz w:val="26"/>
          <w:szCs w:val="26"/>
        </w:rPr>
        <w:t>SHE IS THE FIRST WOMAN TO</w:t>
      </w:r>
      <w:r w:rsidR="00A60532" w:rsidRPr="00A00F13">
        <w:rPr>
          <w:rFonts w:ascii="Georgia" w:hAnsi="Georgia"/>
          <w:shadow/>
          <w:color w:val="auto"/>
          <w:sz w:val="26"/>
          <w:szCs w:val="26"/>
        </w:rPr>
        <w:t xml:space="preserve"> Become a Doctor.</w:t>
      </w:r>
    </w:p>
    <w:p w:rsidR="006D3CA1" w:rsidRPr="006D3CA1" w:rsidRDefault="006D3CA1" w:rsidP="006D3CA1"/>
    <w:p w:rsidR="00246121" w:rsidRDefault="00715D95">
      <w:pPr>
        <w:rPr>
          <w:b/>
          <w:bCs/>
          <w:color w:val="3366FF"/>
          <w:sz w:val="28"/>
        </w:rPr>
      </w:pPr>
      <w:r w:rsidRPr="00715D95">
        <w:rPr>
          <w:b/>
          <w:bCs/>
          <w:noProof/>
          <w:color w:val="3366FF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42pt;margin-top:2.3pt;width:261pt;height:261pt;z-index:251655168" fillcolor="#fde9d9 [665]">
            <v:textbox>
              <w:txbxContent>
                <w:p w:rsidR="00A00F13" w:rsidRDefault="00A00F13" w:rsidP="00E4521D">
                  <w:pPr>
                    <w:jc w:val="center"/>
                    <w:rPr>
                      <w:b/>
                    </w:rPr>
                  </w:pPr>
                  <w:r w:rsidRPr="00E4521D">
                    <w:rPr>
                      <w:b/>
                    </w:rPr>
                    <w:t>Elizabeth Blackwell</w:t>
                  </w:r>
                </w:p>
                <w:p w:rsidR="00A00F13" w:rsidRDefault="00A00F13" w:rsidP="00E4521D">
                  <w:pPr>
                    <w:jc w:val="center"/>
                    <w:rPr>
                      <w:b/>
                    </w:rPr>
                  </w:pPr>
                </w:p>
                <w:p w:rsidR="00A00F13" w:rsidRDefault="00A00F13" w:rsidP="00E4521D">
                  <w:pPr>
                    <w:jc w:val="center"/>
                    <w:rPr>
                      <w:b/>
                    </w:rPr>
                  </w:pPr>
                </w:p>
                <w:p w:rsidR="00A00F13" w:rsidRDefault="00A00F13" w:rsidP="00E4521D">
                  <w:pPr>
                    <w:jc w:val="center"/>
                    <w:rPr>
                      <w:b/>
                    </w:rPr>
                  </w:pPr>
                </w:p>
                <w:p w:rsidR="00A00F13" w:rsidRDefault="00A00F13" w:rsidP="00E4521D">
                  <w:pPr>
                    <w:jc w:val="center"/>
                    <w:rPr>
                      <w:b/>
                    </w:rPr>
                  </w:pPr>
                </w:p>
                <w:p w:rsidR="00A00F13" w:rsidRDefault="00A00F13" w:rsidP="00E4521D">
                  <w:pPr>
                    <w:jc w:val="center"/>
                    <w:rPr>
                      <w:b/>
                    </w:rPr>
                  </w:pPr>
                </w:p>
                <w:p w:rsidR="00A00F13" w:rsidRDefault="00A00F13" w:rsidP="00E4521D">
                  <w:pPr>
                    <w:jc w:val="center"/>
                    <w:rPr>
                      <w:b/>
                    </w:rPr>
                  </w:pPr>
                </w:p>
                <w:p w:rsidR="00A00F13" w:rsidRDefault="00A00F13" w:rsidP="00E4521D">
                  <w:pPr>
                    <w:jc w:val="center"/>
                    <w:rPr>
                      <w:b/>
                    </w:rPr>
                  </w:pPr>
                </w:p>
                <w:p w:rsidR="00A00F13" w:rsidRDefault="00A00F13" w:rsidP="00E4521D">
                  <w:pPr>
                    <w:jc w:val="center"/>
                    <w:rPr>
                      <w:b/>
                    </w:rPr>
                  </w:pPr>
                </w:p>
                <w:p w:rsidR="00A00F13" w:rsidRDefault="00A00F13" w:rsidP="00E4521D">
                  <w:pPr>
                    <w:jc w:val="center"/>
                    <w:rPr>
                      <w:b/>
                    </w:rPr>
                  </w:pPr>
                </w:p>
                <w:p w:rsidR="00A00F13" w:rsidRDefault="00A00F13" w:rsidP="00E4521D">
                  <w:pPr>
                    <w:jc w:val="center"/>
                    <w:rPr>
                      <w:b/>
                    </w:rPr>
                  </w:pPr>
                </w:p>
                <w:p w:rsidR="00A00F13" w:rsidRDefault="00A00F13" w:rsidP="00E4521D">
                  <w:pPr>
                    <w:jc w:val="center"/>
                    <w:rPr>
                      <w:b/>
                    </w:rPr>
                  </w:pPr>
                </w:p>
                <w:p w:rsidR="00A00F13" w:rsidRDefault="00A00F13" w:rsidP="00E4521D">
                  <w:pPr>
                    <w:jc w:val="center"/>
                    <w:rPr>
                      <w:b/>
                    </w:rPr>
                  </w:pPr>
                </w:p>
                <w:p w:rsidR="00A00F13" w:rsidRDefault="00A00F13" w:rsidP="00E4521D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Born: February 3, 1821</w:t>
                  </w:r>
                </w:p>
                <w:p w:rsidR="00A00F13" w:rsidRDefault="00A00F13" w:rsidP="00E4521D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Died: May 31, 1910</w:t>
                  </w:r>
                </w:p>
                <w:p w:rsidR="00A00F13" w:rsidRPr="00A60532" w:rsidRDefault="00A00F13" w:rsidP="00A60532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Blackwell was the first woman doctor. She has been a symbol of </w:t>
                  </w:r>
                  <w:r w:rsidRPr="00A60532">
                    <w:rPr>
                      <w:b/>
                    </w:rPr>
                    <w:t>barriers that women have overcome and those that remain</w:t>
                  </w:r>
                  <w:r>
                    <w:rPr>
                      <w:b/>
                    </w:rPr>
                    <w:t>!</w:t>
                  </w:r>
                </w:p>
                <w:p w:rsidR="00A00F13" w:rsidRPr="00A60532" w:rsidRDefault="00A00F13">
                  <w:pPr>
                    <w:ind w:left="-720"/>
                    <w:rPr>
                      <w:b/>
                    </w:rPr>
                  </w:pPr>
                  <w:proofErr w:type="spellStart"/>
                  <w:r w:rsidRPr="00A60532">
                    <w:rPr>
                      <w:b/>
                    </w:rPr>
                    <w:t>IIIIIj</w:t>
                  </w:r>
                  <w:proofErr w:type="spellEnd"/>
                </w:p>
              </w:txbxContent>
            </v:textbox>
          </v:shape>
        </w:pict>
      </w:r>
      <w:r w:rsidRPr="00715D95">
        <w:rPr>
          <w:noProof/>
          <w:sz w:val="20"/>
        </w:rPr>
        <w:pict>
          <v:shape id="_x0000_s1028" type="#_x0000_t202" style="position:absolute;margin-left:239.25pt;margin-top:2.3pt;width:278.25pt;height:254.55pt;z-index:251656192" fillcolor="#fde9d9 [665]">
            <v:textbox>
              <w:txbxContent>
                <w:p w:rsidR="00A00F13" w:rsidRPr="00E4521D" w:rsidRDefault="00A00F13">
                  <w:pPr>
                    <w:rPr>
                      <w:sz w:val="22"/>
                      <w:szCs w:val="22"/>
                    </w:rPr>
                  </w:pPr>
                  <w:r w:rsidRPr="00E4521D">
                    <w:rPr>
                      <w:sz w:val="22"/>
                      <w:szCs w:val="22"/>
                    </w:rPr>
                    <w:t>In January of 1849, Elizabeth Blackwell became the first woman to graduate from Medical School at Geneva Medical College in New York.</w:t>
                  </w:r>
                </w:p>
                <w:p w:rsidR="00A00F13" w:rsidRPr="00E4521D" w:rsidRDefault="00A00F13">
                  <w:pPr>
                    <w:rPr>
                      <w:sz w:val="22"/>
                      <w:szCs w:val="22"/>
                    </w:rPr>
                  </w:pPr>
                  <w:r w:rsidRPr="00E4521D">
                    <w:rPr>
                      <w:sz w:val="22"/>
                      <w:szCs w:val="22"/>
                    </w:rPr>
                    <w:t xml:space="preserve">What obstacles did she have to overcome? </w:t>
                  </w:r>
                </w:p>
                <w:p w:rsidR="00A00F13" w:rsidRPr="00E4521D" w:rsidRDefault="00A00F13">
                  <w:pPr>
                    <w:rPr>
                      <w:sz w:val="22"/>
                      <w:szCs w:val="22"/>
                    </w:rPr>
                  </w:pPr>
                </w:p>
                <w:p w:rsidR="00A00F13" w:rsidRPr="00E4521D" w:rsidRDefault="00A00F13">
                  <w:pPr>
                    <w:rPr>
                      <w:sz w:val="22"/>
                      <w:szCs w:val="22"/>
                    </w:rPr>
                  </w:pPr>
                  <w:r w:rsidRPr="00E4521D">
                    <w:rPr>
                      <w:sz w:val="22"/>
                      <w:szCs w:val="22"/>
                    </w:rPr>
                    <w:t xml:space="preserve">Because of the radical decisions she made, Blackwell faced many rejections and prejudices. But because of women’s curiosity of seeing a woman doctor, Blackwell began to receive much business. </w:t>
                  </w:r>
                </w:p>
                <w:p w:rsidR="00A00F13" w:rsidRPr="00E4521D" w:rsidRDefault="00A00F13">
                  <w:pPr>
                    <w:rPr>
                      <w:sz w:val="22"/>
                      <w:szCs w:val="22"/>
                    </w:rPr>
                  </w:pPr>
                </w:p>
                <w:p w:rsidR="00A00F13" w:rsidRPr="00E4521D" w:rsidRDefault="00A00F13">
                  <w:pPr>
                    <w:rPr>
                      <w:sz w:val="22"/>
                      <w:szCs w:val="22"/>
                    </w:rPr>
                  </w:pPr>
                  <w:r w:rsidRPr="00E4521D">
                    <w:rPr>
                      <w:sz w:val="22"/>
                      <w:szCs w:val="22"/>
                    </w:rPr>
                    <w:t>Blackwell helped found the Women’s Medical College which left a big impact on women. Because of the many great achievements of Elizabeth Blackwell, women have come a long way in the medical field!</w:t>
                  </w:r>
                </w:p>
                <w:p w:rsidR="00A00F13" w:rsidRPr="00E4521D" w:rsidRDefault="00A00F13">
                  <w:pPr>
                    <w:rPr>
                      <w:sz w:val="22"/>
                      <w:szCs w:val="22"/>
                    </w:rPr>
                  </w:pPr>
                </w:p>
                <w:p w:rsidR="00A00F13" w:rsidRDefault="00A00F13">
                  <w:r w:rsidRPr="00E4521D">
                    <w:rPr>
                      <w:sz w:val="22"/>
                      <w:szCs w:val="22"/>
                    </w:rPr>
                    <w:t xml:space="preserve">In 1875 Elizabeth Blackwell was appointed professor of gynecology at London School of Medicine for Children. She remained there until </w:t>
                  </w:r>
                  <w:r>
                    <w:t xml:space="preserve">1907 and retired. She died 3 years later. </w:t>
                  </w:r>
                </w:p>
                <w:p w:rsidR="00A00F13" w:rsidRDefault="00A00F13"/>
              </w:txbxContent>
            </v:textbox>
          </v:shape>
        </w:pict>
      </w:r>
    </w:p>
    <w:p w:rsidR="00246121" w:rsidRDefault="00212C1F">
      <w:pPr>
        <w:rPr>
          <w:b/>
          <w:bCs/>
          <w:color w:val="3366FF"/>
          <w:sz w:val="28"/>
        </w:rPr>
      </w:pPr>
      <w:r>
        <w:rPr>
          <w:b/>
          <w:bCs/>
          <w:noProof/>
          <w:color w:val="3366FF"/>
          <w:sz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323850</wp:posOffset>
            </wp:positionH>
            <wp:positionV relativeFrom="paragraph">
              <wp:posOffset>118110</wp:posOffset>
            </wp:positionV>
            <wp:extent cx="1557655" cy="1952625"/>
            <wp:effectExtent l="19050" t="0" r="4445" b="0"/>
            <wp:wrapNone/>
            <wp:docPr id="2" name="Picture 0" descr="elizabeth blackwe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lizabeth blackwell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57655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46121" w:rsidRDefault="00246121">
      <w:pPr>
        <w:rPr>
          <w:b/>
          <w:bCs/>
          <w:color w:val="3366FF"/>
          <w:sz w:val="28"/>
        </w:rPr>
      </w:pPr>
    </w:p>
    <w:p w:rsidR="00246121" w:rsidRDefault="00246121">
      <w:pPr>
        <w:rPr>
          <w:b/>
          <w:bCs/>
          <w:color w:val="3366FF"/>
          <w:sz w:val="28"/>
        </w:rPr>
      </w:pPr>
    </w:p>
    <w:p w:rsidR="00246121" w:rsidRDefault="00246121">
      <w:pPr>
        <w:rPr>
          <w:b/>
          <w:bCs/>
          <w:color w:val="3366FF"/>
          <w:sz w:val="28"/>
        </w:rPr>
      </w:pPr>
    </w:p>
    <w:p w:rsidR="00246121" w:rsidRDefault="00246121">
      <w:pPr>
        <w:rPr>
          <w:b/>
          <w:bCs/>
          <w:color w:val="3366FF"/>
          <w:sz w:val="28"/>
        </w:rPr>
      </w:pPr>
    </w:p>
    <w:p w:rsidR="00246121" w:rsidRDefault="00246121">
      <w:pPr>
        <w:rPr>
          <w:b/>
          <w:bCs/>
          <w:color w:val="3366FF"/>
          <w:sz w:val="28"/>
        </w:rPr>
      </w:pPr>
    </w:p>
    <w:p w:rsidR="00246121" w:rsidRDefault="00246121">
      <w:pPr>
        <w:rPr>
          <w:b/>
          <w:bCs/>
          <w:color w:val="3366FF"/>
          <w:sz w:val="28"/>
        </w:rPr>
      </w:pPr>
    </w:p>
    <w:p w:rsidR="00246121" w:rsidRDefault="00246121">
      <w:pPr>
        <w:rPr>
          <w:b/>
          <w:bCs/>
          <w:color w:val="3366FF"/>
          <w:sz w:val="28"/>
        </w:rPr>
      </w:pPr>
    </w:p>
    <w:p w:rsidR="00246121" w:rsidRDefault="00205A46">
      <w:pPr>
        <w:rPr>
          <w:b/>
          <w:bCs/>
          <w:color w:val="3366FF"/>
          <w:sz w:val="28"/>
        </w:rPr>
      </w:pPr>
      <w:r>
        <w:rPr>
          <w:b/>
          <w:bCs/>
          <w:color w:val="3366FF"/>
          <w:sz w:val="28"/>
        </w:rPr>
        <w:t xml:space="preserve">                                                                    </w:t>
      </w:r>
    </w:p>
    <w:p w:rsidR="00246121" w:rsidRDefault="00246121">
      <w:pPr>
        <w:rPr>
          <w:b/>
          <w:bCs/>
          <w:color w:val="3366FF"/>
          <w:sz w:val="28"/>
        </w:rPr>
      </w:pPr>
    </w:p>
    <w:p w:rsidR="00246121" w:rsidRDefault="00246121">
      <w:pPr>
        <w:rPr>
          <w:b/>
          <w:bCs/>
          <w:color w:val="3366FF"/>
          <w:sz w:val="28"/>
        </w:rPr>
      </w:pPr>
    </w:p>
    <w:p w:rsidR="00246121" w:rsidRDefault="00246121">
      <w:pPr>
        <w:rPr>
          <w:b/>
          <w:bCs/>
          <w:color w:val="3366FF"/>
          <w:sz w:val="28"/>
        </w:rPr>
      </w:pPr>
    </w:p>
    <w:p w:rsidR="00246121" w:rsidRDefault="00246121">
      <w:pPr>
        <w:rPr>
          <w:b/>
          <w:bCs/>
          <w:color w:val="3366FF"/>
          <w:sz w:val="28"/>
        </w:rPr>
      </w:pPr>
    </w:p>
    <w:p w:rsidR="00246121" w:rsidRDefault="00246121">
      <w:pPr>
        <w:rPr>
          <w:b/>
          <w:bCs/>
          <w:color w:val="3366FF"/>
          <w:sz w:val="28"/>
        </w:rPr>
      </w:pPr>
    </w:p>
    <w:p w:rsidR="00246121" w:rsidRDefault="00246121">
      <w:pPr>
        <w:rPr>
          <w:b/>
          <w:bCs/>
          <w:color w:val="3366FF"/>
          <w:sz w:val="28"/>
        </w:rPr>
      </w:pPr>
    </w:p>
    <w:p w:rsidR="00246121" w:rsidRDefault="00246121">
      <w:pPr>
        <w:rPr>
          <w:b/>
          <w:bCs/>
          <w:color w:val="3366FF"/>
          <w:sz w:val="28"/>
        </w:rPr>
      </w:pPr>
    </w:p>
    <w:p w:rsidR="00543438" w:rsidRPr="00656FEC" w:rsidRDefault="00715D95">
      <w:pPr>
        <w:rPr>
          <w:b/>
          <w:bCs/>
          <w:shadow/>
          <w:color w:val="3366FF"/>
          <w:sz w:val="25"/>
          <w:szCs w:val="25"/>
        </w:rPr>
      </w:pPr>
      <w:r>
        <w:rPr>
          <w:b/>
          <w:bCs/>
          <w:noProof/>
          <w:color w:val="3366FF"/>
          <w:sz w:val="25"/>
          <w:szCs w:val="25"/>
        </w:rPr>
        <w:pict>
          <v:shape id="_x0000_s1031" type="#_x0000_t202" style="position:absolute;margin-left:232.5pt;margin-top:7.5pt;width:285pt;height:306pt;z-index:251659264" fillcolor="#fde9d9 [665]">
            <v:textbox>
              <w:txbxContent>
                <w:p w:rsidR="00A00F13" w:rsidRPr="000046F9" w:rsidRDefault="00A00F13" w:rsidP="000046F9">
                  <w:pPr>
                    <w:rPr>
                      <w:sz w:val="22"/>
                      <w:szCs w:val="22"/>
                    </w:rPr>
                  </w:pPr>
                  <w:r w:rsidRPr="000046F9">
                    <w:rPr>
                      <w:sz w:val="22"/>
                      <w:szCs w:val="22"/>
                    </w:rPr>
                    <w:t>In 1952, Virginia Apgar is best known for th</w:t>
                  </w:r>
                  <w:r>
                    <w:rPr>
                      <w:sz w:val="22"/>
                      <w:szCs w:val="22"/>
                    </w:rPr>
                    <w:t>e development of the Apgar Test</w:t>
                  </w:r>
                  <w:r w:rsidRPr="000046F9">
                    <w:rPr>
                      <w:sz w:val="22"/>
                      <w:szCs w:val="22"/>
                    </w:rPr>
                    <w:t xml:space="preserve">. She brought forth the first basic solution for examining a newborn’s development to life outside the womb. The </w:t>
                  </w:r>
                  <w:r>
                    <w:rPr>
                      <w:sz w:val="22"/>
                      <w:szCs w:val="22"/>
                    </w:rPr>
                    <w:t xml:space="preserve">Test </w:t>
                  </w:r>
                  <w:r w:rsidRPr="000046F9">
                    <w:rPr>
                      <w:sz w:val="22"/>
                      <w:szCs w:val="22"/>
                    </w:rPr>
                    <w:t>was displayed at a scientific meeting in 1952, but was released in the following year.</w:t>
                  </w:r>
                </w:p>
                <w:p w:rsidR="00A00F13" w:rsidRPr="000046F9" w:rsidRDefault="00A00F13" w:rsidP="000046F9">
                  <w:pPr>
                    <w:rPr>
                      <w:sz w:val="22"/>
                      <w:szCs w:val="22"/>
                    </w:rPr>
                  </w:pPr>
                </w:p>
                <w:p w:rsidR="00A00F13" w:rsidRPr="000046F9" w:rsidRDefault="00A00F13" w:rsidP="000046F9">
                  <w:pPr>
                    <w:rPr>
                      <w:sz w:val="22"/>
                      <w:szCs w:val="22"/>
                    </w:rPr>
                  </w:pPr>
                  <w:r w:rsidRPr="000046F9">
                    <w:rPr>
                      <w:sz w:val="22"/>
                      <w:szCs w:val="22"/>
                    </w:rPr>
                    <w:t>Apgar was a strong woman who fought her way through school during the Great Depression. She was discouraged to continue in the field of anesthesiology because most doctors didn’t accept it as a specialty. She had a hard time finding a training program, but eventually was able to start her life as a</w:t>
                  </w:r>
                  <w:r>
                    <w:rPr>
                      <w:sz w:val="22"/>
                      <w:szCs w:val="22"/>
                    </w:rPr>
                    <w:t>n</w:t>
                  </w:r>
                  <w:r w:rsidRPr="000046F9">
                    <w:rPr>
                      <w:sz w:val="22"/>
                      <w:szCs w:val="22"/>
                    </w:rPr>
                    <w:t xml:space="preserve"> anesthesiologist.</w:t>
                  </w:r>
                </w:p>
                <w:p w:rsidR="00A00F13" w:rsidRPr="000046F9" w:rsidRDefault="00A00F13" w:rsidP="00205A46">
                  <w:pPr>
                    <w:rPr>
                      <w:sz w:val="22"/>
                      <w:szCs w:val="22"/>
                    </w:rPr>
                  </w:pPr>
                </w:p>
                <w:p w:rsidR="00A00F13" w:rsidRPr="000046F9" w:rsidRDefault="00A00F13" w:rsidP="000046F9">
                  <w:pPr>
                    <w:rPr>
                      <w:sz w:val="22"/>
                      <w:szCs w:val="22"/>
                    </w:rPr>
                  </w:pPr>
                  <w:r w:rsidRPr="000046F9">
                    <w:rPr>
                      <w:sz w:val="22"/>
                      <w:szCs w:val="22"/>
                    </w:rPr>
                    <w:t xml:space="preserve">With her father’s hobbies and two of her brother’s deaths to devastating illnesses, Apgar was given </w:t>
                  </w:r>
                  <w:r>
                    <w:rPr>
                      <w:sz w:val="22"/>
                      <w:szCs w:val="22"/>
                    </w:rPr>
                    <w:t>the inspiration to fight her way</w:t>
                  </w:r>
                  <w:r w:rsidRPr="000046F9">
                    <w:rPr>
                      <w:sz w:val="22"/>
                      <w:szCs w:val="22"/>
                    </w:rPr>
                    <w:t xml:space="preserve"> through medical school. </w:t>
                  </w:r>
                </w:p>
                <w:p w:rsidR="00A00F13" w:rsidRPr="000046F9" w:rsidRDefault="00A00F13" w:rsidP="00205A46">
                  <w:pPr>
                    <w:rPr>
                      <w:sz w:val="22"/>
                      <w:szCs w:val="22"/>
                    </w:rPr>
                  </w:pPr>
                </w:p>
                <w:p w:rsidR="00A00F13" w:rsidRPr="000046F9" w:rsidRDefault="00A00F13" w:rsidP="000046F9">
                  <w:pPr>
                    <w:rPr>
                      <w:sz w:val="22"/>
                      <w:szCs w:val="22"/>
                    </w:rPr>
                  </w:pPr>
                  <w:r w:rsidRPr="000046F9">
                    <w:rPr>
                      <w:sz w:val="22"/>
                      <w:szCs w:val="22"/>
                    </w:rPr>
                    <w:t>Since</w:t>
                  </w:r>
                  <w:r>
                    <w:rPr>
                      <w:sz w:val="22"/>
                      <w:szCs w:val="22"/>
                    </w:rPr>
                    <w:t xml:space="preserve"> she</w:t>
                  </w:r>
                  <w:r w:rsidRPr="000046F9">
                    <w:rPr>
                      <w:sz w:val="22"/>
                      <w:szCs w:val="22"/>
                    </w:rPr>
                    <w:t xml:space="preserve"> was able to generate the Apgar</w:t>
                  </w:r>
                  <w:r>
                    <w:rPr>
                      <w:sz w:val="22"/>
                      <w:szCs w:val="22"/>
                    </w:rPr>
                    <w:t xml:space="preserve"> Test, it le</w:t>
                  </w:r>
                  <w:r w:rsidRPr="000046F9">
                    <w:rPr>
                      <w:sz w:val="22"/>
                      <w:szCs w:val="22"/>
                    </w:rPr>
                    <w:t>d to the predicament of neonatal survival and neurological development.</w:t>
                  </w:r>
                </w:p>
                <w:p w:rsidR="00A00F13" w:rsidRPr="000046F9" w:rsidRDefault="00A00F13" w:rsidP="00205A46">
                  <w:pPr>
                    <w:rPr>
                      <w:sz w:val="22"/>
                      <w:szCs w:val="22"/>
                    </w:rPr>
                  </w:pPr>
                </w:p>
                <w:p w:rsidR="00A00F13" w:rsidRPr="000046F9" w:rsidRDefault="00A00F13" w:rsidP="000046F9">
                  <w:pPr>
                    <w:rPr>
                      <w:sz w:val="22"/>
                      <w:szCs w:val="22"/>
                    </w:rPr>
                  </w:pPr>
                  <w:r w:rsidRPr="000046F9">
                    <w:rPr>
                      <w:sz w:val="22"/>
                      <w:szCs w:val="22"/>
                    </w:rPr>
                    <w:t>Apgar became the director of what is now known as the March of Dimes.</w:t>
                  </w:r>
                </w:p>
                <w:p w:rsidR="00A00F13" w:rsidRDefault="00A00F13" w:rsidP="00205A46"/>
                <w:p w:rsidR="00A00F13" w:rsidRPr="00205A46" w:rsidRDefault="00A00F13" w:rsidP="00205A46"/>
              </w:txbxContent>
            </v:textbox>
          </v:shape>
        </w:pict>
      </w:r>
    </w:p>
    <w:p w:rsidR="00246121" w:rsidRPr="00656FEC" w:rsidRDefault="007B18BD">
      <w:pPr>
        <w:rPr>
          <w:b/>
          <w:bCs/>
          <w:shadow/>
          <w:sz w:val="25"/>
          <w:szCs w:val="25"/>
        </w:rPr>
      </w:pPr>
      <w:r w:rsidRPr="00656FEC">
        <w:rPr>
          <w:b/>
          <w:bCs/>
          <w:shadow/>
          <w:sz w:val="25"/>
          <w:szCs w:val="25"/>
        </w:rPr>
        <w:t xml:space="preserve">SECOND WOMAN </w:t>
      </w:r>
      <w:r w:rsidR="00205A46" w:rsidRPr="00656FEC">
        <w:rPr>
          <w:b/>
          <w:bCs/>
          <w:shadow/>
          <w:sz w:val="25"/>
          <w:szCs w:val="25"/>
        </w:rPr>
        <w:t>IS</w:t>
      </w:r>
      <w:r w:rsidR="00C83D23" w:rsidRPr="00656FEC">
        <w:rPr>
          <w:b/>
          <w:bCs/>
          <w:shadow/>
          <w:sz w:val="25"/>
          <w:szCs w:val="25"/>
        </w:rPr>
        <w:t>:</w:t>
      </w:r>
      <w:r w:rsidR="00A60532" w:rsidRPr="00656FEC">
        <w:rPr>
          <w:b/>
          <w:bCs/>
          <w:shadow/>
          <w:sz w:val="25"/>
          <w:szCs w:val="25"/>
        </w:rPr>
        <w:t xml:space="preserve"> </w:t>
      </w:r>
      <w:r w:rsidR="00C83D23" w:rsidRPr="00656FEC">
        <w:rPr>
          <w:b/>
          <w:bCs/>
          <w:shadow/>
          <w:sz w:val="25"/>
          <w:szCs w:val="25"/>
        </w:rPr>
        <w:t>Virginia Apgar</w:t>
      </w:r>
    </w:p>
    <w:p w:rsidR="00212C1F" w:rsidRDefault="00715D95">
      <w:pPr>
        <w:rPr>
          <w:b/>
          <w:bCs/>
          <w:color w:val="3366FF"/>
          <w:sz w:val="28"/>
        </w:rPr>
      </w:pPr>
      <w:r w:rsidRPr="00715D95">
        <w:rPr>
          <w:b/>
          <w:bCs/>
          <w:noProof/>
          <w:color w:val="3366FF"/>
          <w:sz w:val="20"/>
        </w:rPr>
        <w:pict>
          <v:shape id="_x0000_s1029" type="#_x0000_t202" style="position:absolute;margin-left:-42pt;margin-top:10.65pt;width:261pt;height:264.65pt;z-index:251657216" fillcolor="#fde9d9 [665]">
            <v:textbox>
              <w:txbxContent>
                <w:p w:rsidR="00A00F13" w:rsidRPr="00A60532" w:rsidRDefault="00A00F13" w:rsidP="00A60532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Virginia Apgar</w:t>
                  </w:r>
                </w:p>
                <w:p w:rsidR="00A00F13" w:rsidRDefault="00A00F13">
                  <w:r>
                    <w:t xml:space="preserve">                                                       </w:t>
                  </w:r>
                </w:p>
                <w:p w:rsidR="00A00F13" w:rsidRDefault="00A00F13"/>
                <w:p w:rsidR="00A00F13" w:rsidRDefault="00A00F13"/>
                <w:p w:rsidR="00A00F13" w:rsidRDefault="00A00F13"/>
                <w:p w:rsidR="00A00F13" w:rsidRDefault="00A00F13"/>
                <w:p w:rsidR="00A00F13" w:rsidRDefault="00A00F13"/>
                <w:p w:rsidR="00A00F13" w:rsidRDefault="00A00F13"/>
                <w:p w:rsidR="00A00F13" w:rsidRDefault="00A00F13"/>
                <w:p w:rsidR="00A00F13" w:rsidRDefault="00A00F13"/>
                <w:p w:rsidR="00A00F13" w:rsidRDefault="00A00F13"/>
                <w:p w:rsidR="00A00F13" w:rsidRDefault="00A00F13"/>
                <w:p w:rsidR="00A00F13" w:rsidRPr="00212C1F" w:rsidRDefault="00A00F13" w:rsidP="006D3CA1">
                  <w:pPr>
                    <w:jc w:val="center"/>
                    <w:rPr>
                      <w:b/>
                    </w:rPr>
                  </w:pPr>
                  <w:r w:rsidRPr="00212C1F">
                    <w:rPr>
                      <w:b/>
                    </w:rPr>
                    <w:t>Born: June 7, 1909</w:t>
                  </w:r>
                </w:p>
                <w:p w:rsidR="00A00F13" w:rsidRPr="00212C1F" w:rsidRDefault="00A00F13" w:rsidP="00212C1F">
                  <w:pPr>
                    <w:jc w:val="center"/>
                    <w:rPr>
                      <w:b/>
                    </w:rPr>
                  </w:pPr>
                  <w:r w:rsidRPr="00212C1F">
                    <w:rPr>
                      <w:b/>
                    </w:rPr>
                    <w:t>Died: August 7, 1974</w:t>
                  </w:r>
                </w:p>
                <w:p w:rsidR="00A00F13" w:rsidRPr="006D3CA1" w:rsidRDefault="00A00F13" w:rsidP="00212C1F">
                  <w:pPr>
                    <w:jc w:val="center"/>
                    <w:rPr>
                      <w:b/>
                    </w:rPr>
                  </w:pPr>
                  <w:r w:rsidRPr="006D3CA1">
                    <w:rPr>
                      <w:b/>
                    </w:rPr>
                    <w:t>Virginia Apgar is known</w:t>
                  </w:r>
                  <w:r>
                    <w:rPr>
                      <w:b/>
                    </w:rPr>
                    <w:t xml:space="preserve"> as the developer of the Apgar T</w:t>
                  </w:r>
                  <w:r w:rsidRPr="006D3CA1">
                    <w:rPr>
                      <w:b/>
                    </w:rPr>
                    <w:t>est, which assesse</w:t>
                  </w:r>
                  <w:r>
                    <w:rPr>
                      <w:b/>
                    </w:rPr>
                    <w:t>d the health of new born babies. The Apgar test</w:t>
                  </w:r>
                  <w:r w:rsidRPr="006D3CA1">
                    <w:rPr>
                      <w:b/>
                    </w:rPr>
                    <w:t xml:space="preserve"> drastically reduced infant mortality over the world.</w:t>
                  </w:r>
                </w:p>
              </w:txbxContent>
            </v:textbox>
          </v:shape>
        </w:pict>
      </w:r>
    </w:p>
    <w:p w:rsidR="00246121" w:rsidRDefault="00246121">
      <w:pPr>
        <w:rPr>
          <w:b/>
          <w:bCs/>
          <w:color w:val="3366FF"/>
          <w:sz w:val="28"/>
        </w:rPr>
      </w:pPr>
    </w:p>
    <w:p w:rsidR="00246121" w:rsidRDefault="00543438">
      <w:pPr>
        <w:rPr>
          <w:b/>
          <w:bCs/>
          <w:color w:val="3366FF"/>
          <w:sz w:val="28"/>
        </w:rPr>
      </w:pPr>
      <w:r>
        <w:rPr>
          <w:b/>
          <w:bCs/>
          <w:noProof/>
          <w:color w:val="3366FF"/>
          <w:sz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400050</wp:posOffset>
            </wp:positionH>
            <wp:positionV relativeFrom="paragraph">
              <wp:posOffset>-2540</wp:posOffset>
            </wp:positionV>
            <wp:extent cx="1390650" cy="1838325"/>
            <wp:effectExtent l="19050" t="0" r="0" b="0"/>
            <wp:wrapNone/>
            <wp:docPr id="5" name="Picture 1" descr="Dr. Virginia Apg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r. Virginia Apgar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05A46">
        <w:rPr>
          <w:b/>
          <w:bCs/>
          <w:color w:val="3366FF"/>
          <w:sz w:val="28"/>
        </w:rPr>
        <w:t xml:space="preserve">                                                                   </w:t>
      </w:r>
    </w:p>
    <w:p w:rsidR="00A60532" w:rsidRDefault="00205A46">
      <w:pPr>
        <w:rPr>
          <w:b/>
          <w:bCs/>
          <w:color w:val="3366FF"/>
          <w:sz w:val="28"/>
        </w:rPr>
      </w:pPr>
      <w:r>
        <w:rPr>
          <w:b/>
          <w:bCs/>
          <w:color w:val="3366FF"/>
          <w:sz w:val="28"/>
        </w:rPr>
        <w:t xml:space="preserve">                              ----------------------</w:t>
      </w:r>
    </w:p>
    <w:p w:rsidR="00A60532" w:rsidRDefault="00A60532">
      <w:pPr>
        <w:rPr>
          <w:b/>
          <w:bCs/>
          <w:color w:val="3366FF"/>
          <w:sz w:val="28"/>
        </w:rPr>
      </w:pPr>
      <w:r>
        <w:rPr>
          <w:b/>
          <w:bCs/>
          <w:color w:val="3366FF"/>
          <w:sz w:val="28"/>
        </w:rPr>
        <w:br w:type="page"/>
      </w:r>
    </w:p>
    <w:p w:rsidR="00886D8C" w:rsidRDefault="00886D8C" w:rsidP="00886D8C">
      <w:pPr>
        <w:spacing w:line="480" w:lineRule="auto"/>
        <w:ind w:hanging="720"/>
        <w:jc w:val="center"/>
        <w:rPr>
          <w:color w:val="262A2C"/>
          <w:sz w:val="28"/>
          <w:szCs w:val="28"/>
        </w:rPr>
      </w:pPr>
      <w:r>
        <w:rPr>
          <w:color w:val="262A2C"/>
          <w:sz w:val="28"/>
          <w:szCs w:val="28"/>
        </w:rPr>
        <w:lastRenderedPageBreak/>
        <w:t>Works Cited</w:t>
      </w:r>
    </w:p>
    <w:p w:rsidR="000D210C" w:rsidRDefault="000D210C" w:rsidP="00886D8C">
      <w:pPr>
        <w:spacing w:line="480" w:lineRule="auto"/>
        <w:ind w:hanging="720"/>
        <w:jc w:val="center"/>
        <w:rPr>
          <w:color w:val="262A2C"/>
          <w:sz w:val="28"/>
          <w:szCs w:val="28"/>
        </w:rPr>
      </w:pPr>
    </w:p>
    <w:p w:rsidR="000D210C" w:rsidRPr="00886D8C" w:rsidRDefault="000D210C" w:rsidP="000D210C">
      <w:pPr>
        <w:spacing w:line="480" w:lineRule="auto"/>
        <w:ind w:left="720" w:hanging="720"/>
        <w:rPr>
          <w:color w:val="262A2C"/>
          <w:sz w:val="28"/>
          <w:szCs w:val="28"/>
        </w:rPr>
      </w:pPr>
      <w:r w:rsidRPr="00886D8C">
        <w:rPr>
          <w:color w:val="262A2C"/>
          <w:sz w:val="28"/>
          <w:szCs w:val="28"/>
        </w:rPr>
        <w:t xml:space="preserve">"Elizabeth Blackwell." </w:t>
      </w:r>
      <w:r w:rsidRPr="00886D8C">
        <w:rPr>
          <w:color w:val="262A2C"/>
          <w:sz w:val="28"/>
          <w:szCs w:val="28"/>
          <w:u w:val="single"/>
        </w:rPr>
        <w:t>About.com</w:t>
      </w:r>
      <w:r w:rsidRPr="00886D8C">
        <w:rPr>
          <w:color w:val="262A2C"/>
          <w:sz w:val="28"/>
          <w:szCs w:val="28"/>
        </w:rPr>
        <w:t>. 25 Mar. 2009 &lt;http://womenshistory.about.com/od/blackwellelizabeth/a/eliz_blackwell.htm&gt;.</w:t>
      </w:r>
    </w:p>
    <w:p w:rsidR="000D210C" w:rsidRPr="00886D8C" w:rsidRDefault="000D210C" w:rsidP="000D210C">
      <w:pPr>
        <w:spacing w:line="480" w:lineRule="auto"/>
        <w:ind w:left="720" w:hanging="720"/>
        <w:rPr>
          <w:color w:val="262A2C"/>
          <w:sz w:val="28"/>
          <w:szCs w:val="28"/>
          <w:lang/>
        </w:rPr>
      </w:pPr>
      <w:r w:rsidRPr="00886D8C">
        <w:rPr>
          <w:color w:val="262A2C"/>
          <w:sz w:val="28"/>
          <w:szCs w:val="28"/>
          <w:lang/>
        </w:rPr>
        <w:t xml:space="preserve">"Elizabeth Blackwell." </w:t>
      </w:r>
      <w:proofErr w:type="gramStart"/>
      <w:r w:rsidRPr="00886D8C">
        <w:rPr>
          <w:color w:val="262A2C"/>
          <w:sz w:val="28"/>
          <w:szCs w:val="28"/>
          <w:u w:val="single"/>
          <w:lang/>
        </w:rPr>
        <w:t>Western New York Suffragists -Winning the Vote</w:t>
      </w:r>
      <w:r w:rsidRPr="00886D8C">
        <w:rPr>
          <w:color w:val="262A2C"/>
          <w:sz w:val="28"/>
          <w:szCs w:val="28"/>
          <w:lang/>
        </w:rPr>
        <w:t>.</w:t>
      </w:r>
      <w:proofErr w:type="gramEnd"/>
      <w:r w:rsidRPr="00886D8C">
        <w:rPr>
          <w:color w:val="262A2C"/>
          <w:sz w:val="28"/>
          <w:szCs w:val="28"/>
          <w:lang/>
        </w:rPr>
        <w:t xml:space="preserve"> 26 Mar. 2009 &lt;http://www.winningthevote.org/EBlackwell.html&gt;.</w:t>
      </w:r>
    </w:p>
    <w:p w:rsidR="000D210C" w:rsidRPr="00886D8C" w:rsidRDefault="000D210C" w:rsidP="000D210C">
      <w:pPr>
        <w:spacing w:line="480" w:lineRule="auto"/>
        <w:ind w:left="720" w:hanging="720"/>
        <w:rPr>
          <w:color w:val="262A2C"/>
          <w:sz w:val="28"/>
          <w:szCs w:val="28"/>
          <w:lang/>
        </w:rPr>
      </w:pPr>
      <w:proofErr w:type="gramStart"/>
      <w:r w:rsidRPr="00886D8C">
        <w:rPr>
          <w:color w:val="262A2C"/>
          <w:sz w:val="28"/>
          <w:szCs w:val="28"/>
          <w:lang/>
        </w:rPr>
        <w:t>"Google-</w:t>
      </w:r>
      <w:proofErr w:type="spellStart"/>
      <w:r w:rsidRPr="00886D8C">
        <w:rPr>
          <w:color w:val="262A2C"/>
          <w:sz w:val="28"/>
          <w:szCs w:val="28"/>
          <w:lang/>
        </w:rPr>
        <w:t>Ergebnis</w:t>
      </w:r>
      <w:proofErr w:type="spellEnd"/>
      <w:r w:rsidRPr="00886D8C">
        <w:rPr>
          <w:color w:val="262A2C"/>
          <w:sz w:val="28"/>
          <w:szCs w:val="28"/>
          <w:lang/>
        </w:rPr>
        <w:t xml:space="preserve"> f."</w:t>
      </w:r>
      <w:proofErr w:type="gramEnd"/>
      <w:r w:rsidRPr="00886D8C">
        <w:rPr>
          <w:color w:val="262A2C"/>
          <w:sz w:val="28"/>
          <w:szCs w:val="28"/>
          <w:lang/>
        </w:rPr>
        <w:t xml:space="preserve"> </w:t>
      </w:r>
      <w:r w:rsidRPr="00886D8C">
        <w:rPr>
          <w:color w:val="262A2C"/>
          <w:sz w:val="28"/>
          <w:szCs w:val="28"/>
          <w:u w:val="single"/>
          <w:lang/>
        </w:rPr>
        <w:t xml:space="preserve">Google </w:t>
      </w:r>
      <w:proofErr w:type="spellStart"/>
      <w:r w:rsidRPr="00886D8C">
        <w:rPr>
          <w:color w:val="262A2C"/>
          <w:sz w:val="28"/>
          <w:szCs w:val="28"/>
          <w:u w:val="single"/>
          <w:lang/>
        </w:rPr>
        <w:t>Bilder</w:t>
      </w:r>
      <w:proofErr w:type="spellEnd"/>
      <w:r w:rsidRPr="00886D8C">
        <w:rPr>
          <w:color w:val="262A2C"/>
          <w:sz w:val="28"/>
          <w:szCs w:val="28"/>
          <w:lang/>
        </w:rPr>
        <w:t>. 26 Mar. 2009 &lt;http://images.google.de/imgres?imgurl=http://www.nlm.nih.gov/changingthefaceofmedicine/img/portraits/12.jpg&amp;imgrefurl=http://www.nlm.nih.gov/changingthefaceofmedicine/physicians/biography_12.html&amp;usg=__SGNMf8Me9Di2ORXoveWsxW8Dbqg=&amp;h=418&amp;w=307&amp;sz=19&amp;hl=de&amp;start=1&amp;um=1&amp;tbnid=IgJYiCPZoUD5EM:&amp;tbnh=125&amp;tbnw=92&amp;prev=/images%3Fq%3Dvirginia%2Bapgar%26hl%3Dde%26safe%3Dactive%26sa%3DN%26um%3D1&gt;.</w:t>
      </w:r>
    </w:p>
    <w:p w:rsidR="000D210C" w:rsidRPr="00886D8C" w:rsidRDefault="000D210C" w:rsidP="000D210C">
      <w:pPr>
        <w:spacing w:line="480" w:lineRule="auto"/>
        <w:ind w:left="720" w:hanging="720"/>
        <w:rPr>
          <w:color w:val="262A2C"/>
          <w:sz w:val="28"/>
          <w:szCs w:val="28"/>
          <w:lang/>
        </w:rPr>
      </w:pPr>
      <w:r w:rsidRPr="00886D8C">
        <w:rPr>
          <w:color w:val="262A2C"/>
          <w:sz w:val="28"/>
          <w:szCs w:val="28"/>
          <w:lang/>
        </w:rPr>
        <w:t xml:space="preserve">"Virginia </w:t>
      </w:r>
      <w:proofErr w:type="spellStart"/>
      <w:r w:rsidRPr="00886D8C">
        <w:rPr>
          <w:color w:val="262A2C"/>
          <w:sz w:val="28"/>
          <w:szCs w:val="28"/>
          <w:lang/>
        </w:rPr>
        <w:t>Apgar</w:t>
      </w:r>
      <w:proofErr w:type="spellEnd"/>
      <w:r w:rsidRPr="00886D8C">
        <w:rPr>
          <w:color w:val="262A2C"/>
          <w:sz w:val="28"/>
          <w:szCs w:val="28"/>
          <w:lang/>
        </w:rPr>
        <w:t xml:space="preserve">." </w:t>
      </w:r>
      <w:r w:rsidRPr="00886D8C">
        <w:rPr>
          <w:color w:val="262A2C"/>
          <w:sz w:val="28"/>
          <w:szCs w:val="28"/>
          <w:u w:val="single"/>
          <w:lang/>
        </w:rPr>
        <w:t>Columbia 250</w:t>
      </w:r>
      <w:r w:rsidRPr="00886D8C">
        <w:rPr>
          <w:color w:val="262A2C"/>
          <w:sz w:val="28"/>
          <w:szCs w:val="28"/>
          <w:lang/>
        </w:rPr>
        <w:t>. 27 Mar. 2009 &lt;http://c250.columbia.edu/c250_celebrates/remarkable_columbians/virginia_apgar.html&gt;.</w:t>
      </w:r>
    </w:p>
    <w:p w:rsidR="00886D8C" w:rsidRPr="00886D8C" w:rsidRDefault="00886D8C">
      <w:pPr>
        <w:spacing w:line="480" w:lineRule="auto"/>
        <w:ind w:left="720" w:hanging="720"/>
        <w:rPr>
          <w:color w:val="262A2C"/>
          <w:sz w:val="28"/>
          <w:szCs w:val="28"/>
          <w:lang/>
        </w:rPr>
      </w:pPr>
    </w:p>
    <w:sectPr w:rsidR="00886D8C" w:rsidRPr="00886D8C" w:rsidSect="00543438">
      <w:pgSz w:w="12240" w:h="15840"/>
      <w:pgMar w:top="1008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attachedTemplate r:id="rId1"/>
  <w:defaultTabStop w:val="720"/>
  <w:noPunctuationKerning/>
  <w:characterSpacingControl w:val="doNotCompress"/>
  <w:compat/>
  <w:rsids>
    <w:rsidRoot w:val="00FB53DA"/>
    <w:rsid w:val="000046F9"/>
    <w:rsid w:val="000437C1"/>
    <w:rsid w:val="000D210C"/>
    <w:rsid w:val="00205A46"/>
    <w:rsid w:val="00212C1F"/>
    <w:rsid w:val="00246121"/>
    <w:rsid w:val="00543438"/>
    <w:rsid w:val="00601906"/>
    <w:rsid w:val="00656FEC"/>
    <w:rsid w:val="006D3CA1"/>
    <w:rsid w:val="00704EAE"/>
    <w:rsid w:val="00715D95"/>
    <w:rsid w:val="007B18BD"/>
    <w:rsid w:val="00886D8C"/>
    <w:rsid w:val="0088771F"/>
    <w:rsid w:val="008F4BF3"/>
    <w:rsid w:val="00952B48"/>
    <w:rsid w:val="00A00F13"/>
    <w:rsid w:val="00A60532"/>
    <w:rsid w:val="00C83D23"/>
    <w:rsid w:val="00C91768"/>
    <w:rsid w:val="00E4521D"/>
    <w:rsid w:val="00F029F1"/>
    <w:rsid w:val="00FB53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>
      <o:colormru v:ext="edit" colors="#6ff"/>
      <o:colormenu v:ext="edit" fillcolor="#6f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6121"/>
    <w:rPr>
      <w:sz w:val="24"/>
      <w:szCs w:val="24"/>
    </w:rPr>
  </w:style>
  <w:style w:type="paragraph" w:styleId="Heading1">
    <w:name w:val="heading 1"/>
    <w:basedOn w:val="Normal"/>
    <w:next w:val="Normal"/>
    <w:qFormat/>
    <w:rsid w:val="00246121"/>
    <w:pPr>
      <w:keepNext/>
      <w:outlineLvl w:val="0"/>
    </w:pPr>
    <w:rPr>
      <w:b/>
      <w:bCs/>
      <w:color w:val="3366FF"/>
      <w:sz w:val="28"/>
    </w:rPr>
  </w:style>
  <w:style w:type="paragraph" w:styleId="Heading2">
    <w:name w:val="heading 2"/>
    <w:basedOn w:val="Normal"/>
    <w:next w:val="Normal"/>
    <w:qFormat/>
    <w:rsid w:val="00246121"/>
    <w:pPr>
      <w:keepNext/>
      <w:ind w:right="-900"/>
      <w:outlineLvl w:val="1"/>
    </w:pPr>
    <w:rPr>
      <w:b/>
      <w:bCs/>
      <w:color w:val="3366FF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246121"/>
    <w:pPr>
      <w:jc w:val="center"/>
    </w:pPr>
    <w:rPr>
      <w:b/>
      <w:bCs/>
      <w:color w:val="3366FF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52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52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andav\English%20III\Projects\Grant%20Project%20%232%20-%20Student%20Folder\Trading%20Card%20-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Trading Card - Template</Template>
  <TotalTime>68</TotalTime>
  <Pages>2</Pages>
  <Words>76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CARRYING THE TORCH-CHOPIN PROJECT</vt:lpstr>
    </vt:vector>
  </TitlesOfParts>
  <Company>Sacred Heart School</Company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CARRYING THE TORCH-CHOPIN PROJECT</dc:title>
  <dc:creator>Amanda Vidrine</dc:creator>
  <cp:lastModifiedBy>aliviaf</cp:lastModifiedBy>
  <cp:revision>9</cp:revision>
  <dcterms:created xsi:type="dcterms:W3CDTF">2009-03-26T17:32:00Z</dcterms:created>
  <dcterms:modified xsi:type="dcterms:W3CDTF">2009-03-27T17:21:00Z</dcterms:modified>
</cp:coreProperties>
</file>