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484329" w:themeColor="background2" w:themeShade="3F"/>
  <w:body>
    <w:p w:rsidR="008E4864" w:rsidRPr="00D02293" w:rsidRDefault="00205A46">
      <w:pPr>
        <w:pStyle w:val="Title"/>
        <w:rPr>
          <w:rFonts w:ascii="Byington" w:hAnsi="Byington"/>
          <w:color w:val="FF0066"/>
          <w:sz w:val="36"/>
        </w:rPr>
      </w:pPr>
      <w:r w:rsidRPr="00D02293">
        <w:rPr>
          <w:rFonts w:ascii="Byington" w:hAnsi="Byington"/>
          <w:noProof/>
          <w:color w:val="FF0066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-685800</wp:posOffset>
            </wp:positionV>
            <wp:extent cx="1223645" cy="1930400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645" cy="193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2293">
        <w:rPr>
          <w:rFonts w:ascii="Byington" w:hAnsi="Byington"/>
          <w:color w:val="FF0066"/>
          <w:sz w:val="36"/>
        </w:rPr>
        <w:t>CARRYING THE TORCH-CHOPIN PROJECT</w:t>
      </w:r>
    </w:p>
    <w:p w:rsidR="00D02293" w:rsidRDefault="00D02293" w:rsidP="00E6796A">
      <w:pPr>
        <w:pStyle w:val="Heading1"/>
        <w:ind w:right="-900"/>
        <w:rPr>
          <w:rFonts w:ascii="Byington" w:hAnsi="Byington"/>
          <w:color w:val="FF0066"/>
        </w:rPr>
      </w:pPr>
    </w:p>
    <w:p w:rsidR="008E4864" w:rsidRPr="00D02293" w:rsidRDefault="00205A46" w:rsidP="00E6796A">
      <w:pPr>
        <w:pStyle w:val="Heading1"/>
        <w:ind w:right="-900"/>
        <w:rPr>
          <w:rFonts w:ascii="Byington" w:hAnsi="Byington"/>
          <w:b w:val="0"/>
          <w:bCs w:val="0"/>
          <w:color w:val="FF0066"/>
          <w:szCs w:val="32"/>
        </w:rPr>
      </w:pPr>
      <w:r w:rsidRPr="00D02293">
        <w:rPr>
          <w:rFonts w:ascii="Byington" w:hAnsi="Byington"/>
          <w:color w:val="FF0066"/>
          <w:szCs w:val="32"/>
        </w:rPr>
        <w:t>NAME</w:t>
      </w:r>
      <w:r w:rsidR="00E6796A" w:rsidRPr="00D02293">
        <w:rPr>
          <w:rFonts w:ascii="Byington" w:hAnsi="Byington"/>
          <w:color w:val="FF0066"/>
          <w:szCs w:val="32"/>
        </w:rPr>
        <w:t xml:space="preserve">: </w:t>
      </w:r>
      <w:proofErr w:type="spellStart"/>
      <w:r w:rsidR="00E6796A" w:rsidRPr="00D02293">
        <w:rPr>
          <w:rFonts w:ascii="Byington" w:hAnsi="Byington"/>
          <w:color w:val="FF0066"/>
          <w:szCs w:val="32"/>
        </w:rPr>
        <w:t>Cydney</w:t>
      </w:r>
      <w:proofErr w:type="spellEnd"/>
      <w:r w:rsidR="00E6796A" w:rsidRPr="00D02293">
        <w:rPr>
          <w:rFonts w:ascii="Byington" w:hAnsi="Byington"/>
          <w:color w:val="FF0066"/>
          <w:szCs w:val="32"/>
        </w:rPr>
        <w:t xml:space="preserve"> Reed #17 </w:t>
      </w:r>
      <w:proofErr w:type="spellStart"/>
      <w:r w:rsidR="00E6796A" w:rsidRPr="00D02293">
        <w:rPr>
          <w:rFonts w:ascii="Byington" w:hAnsi="Byington"/>
          <w:color w:val="FF0066"/>
          <w:szCs w:val="32"/>
        </w:rPr>
        <w:t>Danyelle</w:t>
      </w:r>
      <w:proofErr w:type="spellEnd"/>
      <w:r w:rsidR="00E6796A" w:rsidRPr="00D02293">
        <w:rPr>
          <w:rFonts w:ascii="Byington" w:hAnsi="Byington"/>
          <w:color w:val="FF0066"/>
          <w:szCs w:val="32"/>
        </w:rPr>
        <w:t xml:space="preserve"> Fontenot # </w:t>
      </w:r>
      <w:r w:rsidRPr="00D02293">
        <w:rPr>
          <w:rFonts w:ascii="Byington" w:hAnsi="Byington"/>
          <w:color w:val="FF0066"/>
          <w:szCs w:val="32"/>
        </w:rPr>
        <w:t>TOPIC</w:t>
      </w:r>
      <w:r w:rsidR="00E6796A" w:rsidRPr="00D02293">
        <w:rPr>
          <w:rFonts w:ascii="Byington" w:hAnsi="Byington"/>
          <w:color w:val="FF0066"/>
          <w:szCs w:val="32"/>
        </w:rPr>
        <w:t>: Literature</w:t>
      </w:r>
    </w:p>
    <w:p w:rsidR="008E4864" w:rsidRPr="00D02293" w:rsidRDefault="00205A46">
      <w:pPr>
        <w:rPr>
          <w:rFonts w:ascii="Byington" w:hAnsi="Byington"/>
          <w:b/>
          <w:bCs/>
          <w:color w:val="FF0066"/>
          <w:sz w:val="28"/>
          <w:szCs w:val="32"/>
        </w:rPr>
      </w:pPr>
      <w:r w:rsidRPr="00D02293">
        <w:rPr>
          <w:rFonts w:ascii="Byington" w:hAnsi="Byington"/>
          <w:b/>
          <w:bCs/>
          <w:color w:val="FF0066"/>
          <w:sz w:val="28"/>
          <w:szCs w:val="32"/>
        </w:rPr>
        <w:t>MY FIRST CHOICE IS</w:t>
      </w:r>
      <w:r w:rsidR="00E6796A" w:rsidRPr="00D02293">
        <w:rPr>
          <w:rFonts w:ascii="Byington" w:hAnsi="Byington"/>
          <w:b/>
          <w:bCs/>
          <w:color w:val="FF0066"/>
          <w:sz w:val="28"/>
          <w:szCs w:val="32"/>
        </w:rPr>
        <w:t xml:space="preserve">: Jane Austen </w:t>
      </w:r>
    </w:p>
    <w:p w:rsidR="00E6796A" w:rsidRPr="00D02293" w:rsidRDefault="00205A46" w:rsidP="00E6796A">
      <w:pPr>
        <w:pStyle w:val="Heading2"/>
        <w:rPr>
          <w:rFonts w:ascii="Byington" w:hAnsi="Byington"/>
          <w:color w:val="FF0066"/>
          <w:szCs w:val="32"/>
        </w:rPr>
      </w:pPr>
      <w:r w:rsidRPr="00D02293">
        <w:rPr>
          <w:rFonts w:ascii="Byington" w:hAnsi="Byington"/>
          <w:color w:val="FF0066"/>
          <w:szCs w:val="32"/>
        </w:rPr>
        <w:t>SHE IS THE FIRST WOMAN TO</w:t>
      </w:r>
      <w:r w:rsidR="00E6796A" w:rsidRPr="00D02293">
        <w:rPr>
          <w:rFonts w:ascii="Byington" w:hAnsi="Byington"/>
          <w:color w:val="FF0066"/>
          <w:szCs w:val="32"/>
        </w:rPr>
        <w:t>: Write lasting and notable literature</w:t>
      </w:r>
    </w:p>
    <w:p w:rsidR="008E4864" w:rsidRDefault="00EF166A" w:rsidP="00E6796A">
      <w:pPr>
        <w:tabs>
          <w:tab w:val="left" w:pos="3840"/>
        </w:tabs>
        <w:rPr>
          <w:b/>
          <w:bCs/>
          <w:color w:val="3366FF"/>
          <w:sz w:val="28"/>
        </w:rPr>
      </w:pPr>
      <w:r w:rsidRPr="00FA7478">
        <w:rPr>
          <w:b/>
          <w:bCs/>
          <w:noProof/>
          <w:color w:val="3366FF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4pt;margin-top:15.2pt;width:211.8pt;height:267pt;z-index:251655168;v-text-anchor:middle" fillcolor="#fcf">
            <v:textbox style="mso-next-textbox:#_x0000_s1026">
              <w:txbxContent>
                <w:p w:rsidR="00134121" w:rsidRDefault="00134121">
                  <w:pPr>
                    <w:ind w:left="-720" w:right="-480"/>
                  </w:pPr>
                  <w:r>
                    <w:t xml:space="preserve">CITE  </w:t>
                  </w:r>
                  <w:r w:rsidRPr="00E6796A">
                    <w:rPr>
                      <w:noProof/>
                    </w:rPr>
                    <w:drawing>
                      <wp:inline distT="0" distB="0" distL="0" distR="0">
                        <wp:extent cx="2498519" cy="3277590"/>
                        <wp:effectExtent l="19050" t="0" r="0" b="0"/>
                        <wp:docPr id="3" name="Picture 1" descr="http://imageserver.ebscohost.com/img/embimages/imh/getty/full/2667605.jpg?ephost1=dGJyMNHr7ESepq84y9fwOLCmrlGepq5Srqa4SK6WxWX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mageserver.ebscohost.com/img/embimages/imh/getty/full/2667605.jpg?ephost1=dGJyMNHr7ESepq84y9fwOLCmrlGepq5Srqa4SK6WxWX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05432" cy="32866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34121" w:rsidRDefault="00134121">
                  <w:pPr>
                    <w:ind w:left="-720" w:right="-480"/>
                  </w:pPr>
                </w:p>
                <w:p w:rsidR="00134121" w:rsidRDefault="00134121">
                  <w:pPr>
                    <w:ind w:left="-720"/>
                  </w:pPr>
                </w:p>
                <w:p w:rsidR="00134121" w:rsidRDefault="00134121">
                  <w:pPr>
                    <w:ind w:left="-720"/>
                  </w:pPr>
                  <w:r>
                    <w:t>IIIII</w:t>
                  </w:r>
                </w:p>
              </w:txbxContent>
            </v:textbox>
          </v:shape>
        </w:pict>
      </w:r>
      <w:r w:rsidR="00FA7478" w:rsidRPr="00FA7478">
        <w:rPr>
          <w:noProof/>
          <w:sz w:val="20"/>
        </w:rPr>
        <w:pict>
          <v:shape id="_x0000_s1028" type="#_x0000_t202" style="position:absolute;margin-left:169pt;margin-top:15.2pt;width:317pt;height:259.8pt;z-index:251656192" fillcolor="#484329 [814]" stroked="f">
            <v:textbox style="mso-next-textbox:#_x0000_s1028">
              <w:txbxContent>
                <w:p w:rsidR="00134121" w:rsidRPr="00D02293" w:rsidRDefault="00134121" w:rsidP="003F7B9B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</w:pPr>
                  <w:r w:rsidRPr="00D02293"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  <w:t>Born:  December 16, 1775   Died:  July 18, 1817</w:t>
                  </w:r>
                </w:p>
                <w:p w:rsidR="00134121" w:rsidRPr="00D02293" w:rsidRDefault="00134121" w:rsidP="003F7B9B">
                  <w:pPr>
                    <w:pStyle w:val="ListParagraph"/>
                    <w:numPr>
                      <w:ilvl w:val="0"/>
                      <w:numId w:val="6"/>
                    </w:numPr>
                    <w:ind w:left="360"/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</w:pPr>
                  <w:r w:rsidRPr="00D02293"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  <w:t>One of eight children; 6 brothers and 1 sister.</w:t>
                  </w:r>
                </w:p>
                <w:p w:rsidR="00134121" w:rsidRPr="00D02293" w:rsidRDefault="00134121" w:rsidP="003F7B9B">
                  <w:pPr>
                    <w:pStyle w:val="ListParagraph"/>
                    <w:numPr>
                      <w:ilvl w:val="0"/>
                      <w:numId w:val="6"/>
                    </w:numPr>
                    <w:ind w:left="360"/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</w:pPr>
                  <w:r w:rsidRPr="00D02293"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  <w:t xml:space="preserve">Jane and her sister Cassandra were best friends. </w:t>
                  </w:r>
                </w:p>
                <w:p w:rsidR="00134121" w:rsidRPr="00D02293" w:rsidRDefault="00134121" w:rsidP="003F7B9B">
                  <w:pPr>
                    <w:pStyle w:val="ListParagraph"/>
                    <w:numPr>
                      <w:ilvl w:val="0"/>
                      <w:numId w:val="6"/>
                    </w:numPr>
                    <w:ind w:left="360"/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</w:pPr>
                  <w:r w:rsidRPr="00D02293"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  <w:t xml:space="preserve">Notable novels:  </w:t>
                  </w:r>
                  <w:r w:rsidRPr="00D02293">
                    <w:rPr>
                      <w:rFonts w:ascii="Berylium" w:hAnsi="Berylium"/>
                      <w:i/>
                      <w:color w:val="FF0066"/>
                      <w:sz w:val="28"/>
                      <w:szCs w:val="26"/>
                    </w:rPr>
                    <w:t>Pride and Prejudice</w:t>
                  </w:r>
                  <w:r w:rsidRPr="00D02293"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  <w:t xml:space="preserve">, </w:t>
                  </w:r>
                  <w:r w:rsidRPr="00D02293">
                    <w:rPr>
                      <w:rFonts w:ascii="Berylium" w:hAnsi="Berylium"/>
                      <w:i/>
                      <w:color w:val="FF0066"/>
                      <w:sz w:val="28"/>
                      <w:szCs w:val="26"/>
                    </w:rPr>
                    <w:t>Sense and Sensibility</w:t>
                  </w:r>
                  <w:r w:rsidRPr="00D02293"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  <w:t xml:space="preserve">, </w:t>
                  </w:r>
                  <w:r w:rsidRPr="00D02293">
                    <w:rPr>
                      <w:rFonts w:ascii="Berylium" w:hAnsi="Berylium"/>
                      <w:i/>
                      <w:color w:val="FF0066"/>
                      <w:sz w:val="28"/>
                      <w:szCs w:val="26"/>
                    </w:rPr>
                    <w:t>Emma</w:t>
                  </w:r>
                  <w:r w:rsidRPr="00D02293"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  <w:t xml:space="preserve">, and </w:t>
                  </w:r>
                  <w:r w:rsidRPr="00D02293">
                    <w:rPr>
                      <w:rFonts w:ascii="Berylium" w:hAnsi="Berylium"/>
                      <w:i/>
                      <w:color w:val="FF0066"/>
                      <w:sz w:val="28"/>
                      <w:szCs w:val="26"/>
                    </w:rPr>
                    <w:t>Northanger Abbey</w:t>
                  </w:r>
                  <w:r w:rsidRPr="00D02293"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  <w:t xml:space="preserve">. </w:t>
                  </w:r>
                </w:p>
                <w:p w:rsidR="00134121" w:rsidRPr="00D02293" w:rsidRDefault="00134121" w:rsidP="003F7B9B">
                  <w:pPr>
                    <w:pStyle w:val="ListParagraph"/>
                    <w:numPr>
                      <w:ilvl w:val="0"/>
                      <w:numId w:val="5"/>
                    </w:numPr>
                    <w:ind w:left="360"/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</w:pPr>
                  <w:r w:rsidRPr="00D02293"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  <w:t xml:space="preserve">She is one of the first women novelists in the world to write literature that is considered Classic. </w:t>
                  </w:r>
                </w:p>
                <w:p w:rsidR="00134121" w:rsidRPr="00D02293" w:rsidRDefault="00134121" w:rsidP="003F7B9B">
                  <w:pPr>
                    <w:pStyle w:val="ListParagraph"/>
                    <w:numPr>
                      <w:ilvl w:val="0"/>
                      <w:numId w:val="5"/>
                    </w:numPr>
                    <w:ind w:left="360"/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</w:pPr>
                  <w:r w:rsidRPr="00D02293"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  <w:t xml:space="preserve">The main obstacle she faced was that women got married to survive, yet she was able to support herself and become a strong, independent woman. </w:t>
                  </w:r>
                </w:p>
                <w:p w:rsidR="00134121" w:rsidRPr="00D02293" w:rsidRDefault="00134121" w:rsidP="003F7B9B">
                  <w:pPr>
                    <w:pStyle w:val="ListParagraph"/>
                    <w:numPr>
                      <w:ilvl w:val="0"/>
                      <w:numId w:val="5"/>
                    </w:numPr>
                    <w:ind w:left="360"/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</w:pPr>
                  <w:r w:rsidRPr="00D02293"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  <w:t>Her family helped her to stay independent.</w:t>
                  </w:r>
                </w:p>
                <w:p w:rsidR="00134121" w:rsidRPr="00D02293" w:rsidRDefault="00134121" w:rsidP="003F7B9B">
                  <w:pPr>
                    <w:pStyle w:val="ListParagraph"/>
                    <w:numPr>
                      <w:ilvl w:val="0"/>
                      <w:numId w:val="5"/>
                    </w:numPr>
                    <w:ind w:left="360"/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</w:pPr>
                  <w:r w:rsidRPr="00D02293">
                    <w:rPr>
                      <w:rFonts w:ascii="Berylium" w:hAnsi="Berylium"/>
                      <w:color w:val="FF0066"/>
                      <w:sz w:val="28"/>
                      <w:szCs w:val="26"/>
                    </w:rPr>
                    <w:t>Her life proves to be an example of success to all women who aspire to be greater and more independent.</w:t>
                  </w:r>
                </w:p>
                <w:p w:rsidR="00134121" w:rsidRPr="003F7B9B" w:rsidRDefault="00134121" w:rsidP="003F7B9B">
                  <w:pPr>
                    <w:rPr>
                      <w:sz w:val="28"/>
                    </w:rPr>
                  </w:pPr>
                </w:p>
                <w:p w:rsidR="00134121" w:rsidRPr="00E6796A" w:rsidRDefault="00134121" w:rsidP="00E6796A"/>
              </w:txbxContent>
            </v:textbox>
          </v:shape>
        </w:pict>
      </w:r>
      <w:r w:rsidR="00E6796A">
        <w:rPr>
          <w:b/>
          <w:bCs/>
          <w:color w:val="3366FF"/>
          <w:sz w:val="28"/>
        </w:rPr>
        <w:tab/>
      </w:r>
    </w:p>
    <w:p w:rsidR="008E4864" w:rsidRDefault="008E4864">
      <w:pPr>
        <w:rPr>
          <w:b/>
          <w:bCs/>
          <w:color w:val="3366FF"/>
          <w:sz w:val="28"/>
        </w:rPr>
      </w:pPr>
    </w:p>
    <w:p w:rsidR="008E4864" w:rsidRDefault="008E4864">
      <w:pPr>
        <w:rPr>
          <w:b/>
          <w:bCs/>
          <w:color w:val="3366FF"/>
          <w:sz w:val="28"/>
        </w:rPr>
      </w:pPr>
    </w:p>
    <w:p w:rsidR="008E4864" w:rsidRDefault="008E4864">
      <w:pPr>
        <w:rPr>
          <w:b/>
          <w:bCs/>
          <w:color w:val="3366FF"/>
          <w:sz w:val="28"/>
        </w:rPr>
      </w:pPr>
    </w:p>
    <w:p w:rsidR="008E4864" w:rsidRDefault="008E4864">
      <w:pPr>
        <w:rPr>
          <w:b/>
          <w:bCs/>
          <w:color w:val="3366FF"/>
          <w:sz w:val="28"/>
        </w:rPr>
      </w:pPr>
    </w:p>
    <w:p w:rsidR="008E4864" w:rsidRDefault="008E4864">
      <w:pPr>
        <w:rPr>
          <w:b/>
          <w:bCs/>
          <w:color w:val="3366FF"/>
          <w:sz w:val="28"/>
        </w:rPr>
      </w:pPr>
    </w:p>
    <w:p w:rsidR="008E4864" w:rsidRDefault="008E4864">
      <w:pPr>
        <w:rPr>
          <w:b/>
          <w:bCs/>
          <w:color w:val="3366FF"/>
          <w:sz w:val="28"/>
        </w:rPr>
      </w:pPr>
    </w:p>
    <w:p w:rsidR="008E4864" w:rsidRDefault="008E4864">
      <w:pPr>
        <w:rPr>
          <w:b/>
          <w:bCs/>
          <w:color w:val="3366FF"/>
          <w:sz w:val="28"/>
        </w:rPr>
      </w:pPr>
    </w:p>
    <w:p w:rsidR="008E4864" w:rsidRDefault="008E4864">
      <w:pPr>
        <w:rPr>
          <w:b/>
          <w:bCs/>
          <w:color w:val="3366FF"/>
          <w:sz w:val="28"/>
        </w:rPr>
      </w:pPr>
    </w:p>
    <w:p w:rsidR="008E4864" w:rsidRDefault="00205A46">
      <w:pPr>
        <w:rPr>
          <w:b/>
          <w:bCs/>
          <w:color w:val="3366FF"/>
          <w:sz w:val="28"/>
        </w:rPr>
      </w:pPr>
      <w:r>
        <w:rPr>
          <w:b/>
          <w:bCs/>
          <w:color w:val="3366FF"/>
          <w:sz w:val="28"/>
        </w:rPr>
        <w:t xml:space="preserve">                                                                    </w:t>
      </w:r>
    </w:p>
    <w:p w:rsidR="008E4864" w:rsidRDefault="008E4864">
      <w:pPr>
        <w:rPr>
          <w:b/>
          <w:bCs/>
          <w:color w:val="3366FF"/>
          <w:sz w:val="28"/>
        </w:rPr>
      </w:pPr>
    </w:p>
    <w:p w:rsidR="008E4864" w:rsidRDefault="008E4864">
      <w:pPr>
        <w:rPr>
          <w:b/>
          <w:bCs/>
          <w:color w:val="3366FF"/>
          <w:sz w:val="28"/>
        </w:rPr>
      </w:pPr>
    </w:p>
    <w:p w:rsidR="008E4864" w:rsidRDefault="008E4864">
      <w:pPr>
        <w:rPr>
          <w:b/>
          <w:bCs/>
          <w:color w:val="3366FF"/>
          <w:sz w:val="28"/>
        </w:rPr>
      </w:pPr>
    </w:p>
    <w:p w:rsidR="008E4864" w:rsidRDefault="008E4864">
      <w:pPr>
        <w:rPr>
          <w:b/>
          <w:bCs/>
          <w:color w:val="3366FF"/>
          <w:sz w:val="28"/>
        </w:rPr>
      </w:pPr>
    </w:p>
    <w:p w:rsidR="008E4864" w:rsidRDefault="008E4864">
      <w:pPr>
        <w:rPr>
          <w:b/>
          <w:bCs/>
          <w:color w:val="3366FF"/>
          <w:sz w:val="28"/>
        </w:rPr>
      </w:pPr>
    </w:p>
    <w:p w:rsidR="008E4864" w:rsidRDefault="008E4864">
      <w:pPr>
        <w:rPr>
          <w:b/>
          <w:bCs/>
          <w:color w:val="3366FF"/>
          <w:sz w:val="28"/>
        </w:rPr>
      </w:pPr>
    </w:p>
    <w:p w:rsidR="008E4864" w:rsidRDefault="008E4864">
      <w:pPr>
        <w:rPr>
          <w:b/>
          <w:bCs/>
          <w:color w:val="3366FF"/>
          <w:sz w:val="28"/>
        </w:rPr>
      </w:pPr>
    </w:p>
    <w:p w:rsidR="008E4864" w:rsidRPr="00D02293" w:rsidRDefault="008E4864">
      <w:pPr>
        <w:rPr>
          <w:rFonts w:ascii="Byington" w:hAnsi="Byington"/>
          <w:b/>
          <w:bCs/>
          <w:color w:val="3366FF"/>
          <w:sz w:val="28"/>
        </w:rPr>
      </w:pPr>
    </w:p>
    <w:p w:rsidR="00E6796A" w:rsidRPr="00D02293" w:rsidRDefault="00205A46">
      <w:pPr>
        <w:rPr>
          <w:rFonts w:ascii="Byington" w:hAnsi="Byington"/>
          <w:b/>
          <w:bCs/>
          <w:color w:val="FF0066"/>
          <w:sz w:val="28"/>
        </w:rPr>
      </w:pPr>
      <w:r w:rsidRPr="00D02293">
        <w:rPr>
          <w:rFonts w:ascii="Byington" w:hAnsi="Byington"/>
          <w:b/>
          <w:bCs/>
          <w:color w:val="FF0066"/>
          <w:sz w:val="28"/>
        </w:rPr>
        <w:t>SECOND WOMAN’S NAME IS</w:t>
      </w:r>
      <w:r w:rsidR="00E6796A" w:rsidRPr="00D02293">
        <w:rPr>
          <w:rFonts w:ascii="Byington" w:hAnsi="Byington"/>
          <w:b/>
          <w:bCs/>
          <w:color w:val="FF0066"/>
          <w:sz w:val="28"/>
        </w:rPr>
        <w:t>: J. K. Rowling</w:t>
      </w:r>
    </w:p>
    <w:p w:rsidR="00FB53DA" w:rsidRDefault="00FA7478">
      <w:pPr>
        <w:rPr>
          <w:b/>
          <w:bCs/>
          <w:color w:val="3366FF"/>
          <w:sz w:val="28"/>
        </w:rPr>
      </w:pPr>
      <w:r w:rsidRPr="00FA7478">
        <w:rPr>
          <w:b/>
          <w:bCs/>
          <w:noProof/>
          <w:color w:val="3366FF"/>
          <w:sz w:val="20"/>
        </w:rPr>
        <w:pict>
          <v:shape id="_x0000_s1031" type="#_x0000_t202" style="position:absolute;margin-left:192pt;margin-top:6.35pt;width:301pt;height:276.6pt;z-index:251659264" fillcolor="#484329 [814]" stroked="f">
            <v:textbox>
              <w:txbxContent>
                <w:p w:rsidR="00134121" w:rsidRPr="00D02293" w:rsidRDefault="00134121" w:rsidP="003F7B9B">
                  <w:pPr>
                    <w:pStyle w:val="ListParagraph"/>
                    <w:numPr>
                      <w:ilvl w:val="0"/>
                      <w:numId w:val="3"/>
                    </w:numPr>
                    <w:ind w:right="-1020"/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</w:pPr>
                  <w:r w:rsidRPr="00D02293"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  <w:t>Born:  July 31, 1965</w:t>
                  </w:r>
                </w:p>
                <w:p w:rsidR="00134121" w:rsidRPr="00D02293" w:rsidRDefault="00134121" w:rsidP="00E6796A">
                  <w:pPr>
                    <w:pStyle w:val="ListParagraph"/>
                    <w:numPr>
                      <w:ilvl w:val="0"/>
                      <w:numId w:val="3"/>
                    </w:numPr>
                    <w:ind w:right="-1020"/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</w:pPr>
                  <w:r w:rsidRPr="00D02293"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  <w:t xml:space="preserve">Current Location:  Scotland with her second </w:t>
                  </w:r>
                </w:p>
                <w:p w:rsidR="00134121" w:rsidRPr="00D02293" w:rsidRDefault="00134121" w:rsidP="004E312D">
                  <w:pPr>
                    <w:pStyle w:val="ListParagraph"/>
                    <w:ind w:left="360" w:right="-1020"/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</w:pPr>
                  <w:proofErr w:type="gramStart"/>
                  <w:r w:rsidRPr="00D02293"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  <w:t>husband</w:t>
                  </w:r>
                  <w:proofErr w:type="gramEnd"/>
                  <w:r w:rsidRPr="00D02293"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  <w:t xml:space="preserve"> and three children.</w:t>
                  </w:r>
                </w:p>
                <w:p w:rsidR="00134121" w:rsidRPr="00D02293" w:rsidRDefault="00134121" w:rsidP="00E6796A">
                  <w:pPr>
                    <w:pStyle w:val="ListParagraph"/>
                    <w:numPr>
                      <w:ilvl w:val="0"/>
                      <w:numId w:val="3"/>
                    </w:numPr>
                    <w:ind w:right="-1020"/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</w:pPr>
                  <w:r w:rsidRPr="00D02293"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  <w:t>Notable Novels:  Harry Potter Books 1-7</w:t>
                  </w:r>
                </w:p>
                <w:p w:rsidR="00134121" w:rsidRPr="00D02293" w:rsidRDefault="00134121" w:rsidP="00E6796A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</w:pPr>
                  <w:r w:rsidRPr="00D02293"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  <w:t>She had to overcome the death of her mother, being a single mother herself, and living off of welfare.</w:t>
                  </w:r>
                </w:p>
                <w:p w:rsidR="00134121" w:rsidRPr="00D02293" w:rsidRDefault="00134121" w:rsidP="003F7B9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</w:pPr>
                  <w:r w:rsidRPr="00D02293"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  <w:t>Her support system is her husband and three children.</w:t>
                  </w:r>
                </w:p>
                <w:p w:rsidR="00134121" w:rsidRPr="00D02293" w:rsidRDefault="00134121" w:rsidP="003F7B9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</w:pPr>
                  <w:r w:rsidRPr="00D02293"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  <w:t>She will leave behind the forever famous Harry Potter series, which will leave a lasting legacy to her name,</w:t>
                  </w:r>
                </w:p>
                <w:p w:rsidR="00134121" w:rsidRPr="00D02293" w:rsidRDefault="00134121" w:rsidP="003F7B9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</w:pPr>
                  <w:r w:rsidRPr="00D02293"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  <w:t xml:space="preserve">She is a true </w:t>
                  </w:r>
                  <w:proofErr w:type="gramStart"/>
                  <w:r w:rsidRPr="00D02293"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  <w:t>rags</w:t>
                  </w:r>
                  <w:proofErr w:type="gramEnd"/>
                  <w:r w:rsidRPr="00D02293">
                    <w:rPr>
                      <w:rFonts w:ascii="Berylium" w:hAnsi="Berylium"/>
                      <w:color w:val="FF0066"/>
                      <w:sz w:val="28"/>
                      <w:szCs w:val="30"/>
                    </w:rPr>
                    <w:t xml:space="preserve"> to riches story, and a story of a woman who was never intimidated by men.</w:t>
                  </w:r>
                </w:p>
                <w:p w:rsidR="00134121" w:rsidRDefault="00134121" w:rsidP="004E312D">
                  <w:pPr>
                    <w:pStyle w:val="ListParagraph"/>
                    <w:ind w:left="360"/>
                  </w:pPr>
                </w:p>
                <w:p w:rsidR="00134121" w:rsidRPr="00205A46" w:rsidRDefault="00134121" w:rsidP="00205A46"/>
              </w:txbxContent>
            </v:textbox>
          </v:shape>
        </w:pict>
      </w:r>
      <w:r w:rsidRPr="00FA7478">
        <w:rPr>
          <w:b/>
          <w:bCs/>
          <w:noProof/>
          <w:color w:val="3366FF"/>
          <w:sz w:val="20"/>
        </w:rPr>
        <w:pict>
          <v:shape id="_x0000_s1029" type="#_x0000_t202" style="position:absolute;margin-left:-54pt;margin-top:12.15pt;width:233pt;height:270.8pt;z-index:251657216;v-text-anchor:middle" fillcolor="#fcf">
            <v:textbox>
              <w:txbxContent>
                <w:p w:rsidR="00134121" w:rsidRDefault="00134121">
                  <w:r w:rsidRPr="00E6796A">
                    <w:rPr>
                      <w:noProof/>
                    </w:rPr>
                    <w:drawing>
                      <wp:inline distT="0" distB="0" distL="0" distR="0">
                        <wp:extent cx="2850060" cy="3209202"/>
                        <wp:effectExtent l="19050" t="19050" r="26490" b="10248"/>
                        <wp:docPr id="13" name="Picture 1" descr="rowli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owli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42160" cy="32003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</w:t>
                  </w:r>
                </w:p>
                <w:p w:rsidR="00134121" w:rsidRDefault="00134121">
                  <w:r>
                    <w:t xml:space="preserve">                                                             </w:t>
                  </w:r>
                </w:p>
              </w:txbxContent>
            </v:textbox>
          </v:shape>
        </w:pict>
      </w:r>
    </w:p>
    <w:p w:rsidR="00E6796A" w:rsidRDefault="00E6796A">
      <w:pPr>
        <w:rPr>
          <w:b/>
          <w:bCs/>
          <w:color w:val="3366FF"/>
          <w:sz w:val="28"/>
        </w:rPr>
      </w:pPr>
    </w:p>
    <w:p w:rsidR="0096000E" w:rsidRDefault="0096000E">
      <w:pPr>
        <w:rPr>
          <w:b/>
          <w:bCs/>
          <w:color w:val="3366FF"/>
          <w:sz w:val="28"/>
        </w:rPr>
      </w:pPr>
    </w:p>
    <w:p w:rsidR="0096000E" w:rsidRDefault="0096000E">
      <w:pPr>
        <w:rPr>
          <w:b/>
          <w:bCs/>
          <w:color w:val="3366FF"/>
          <w:sz w:val="28"/>
        </w:rPr>
      </w:pPr>
    </w:p>
    <w:p w:rsidR="0096000E" w:rsidRDefault="0096000E">
      <w:pPr>
        <w:rPr>
          <w:b/>
          <w:bCs/>
          <w:color w:val="3366FF"/>
          <w:sz w:val="28"/>
        </w:rPr>
      </w:pPr>
    </w:p>
    <w:p w:rsidR="0096000E" w:rsidRDefault="0096000E">
      <w:pPr>
        <w:rPr>
          <w:b/>
          <w:bCs/>
          <w:color w:val="3366FF"/>
          <w:sz w:val="28"/>
        </w:rPr>
      </w:pPr>
    </w:p>
    <w:p w:rsidR="0096000E" w:rsidRDefault="0096000E">
      <w:pPr>
        <w:rPr>
          <w:b/>
          <w:bCs/>
          <w:color w:val="3366FF"/>
          <w:sz w:val="28"/>
        </w:rPr>
      </w:pPr>
    </w:p>
    <w:p w:rsidR="0096000E" w:rsidRDefault="0096000E">
      <w:pPr>
        <w:rPr>
          <w:b/>
          <w:bCs/>
          <w:color w:val="3366FF"/>
          <w:sz w:val="28"/>
        </w:rPr>
      </w:pPr>
    </w:p>
    <w:p w:rsidR="0096000E" w:rsidRDefault="0096000E">
      <w:pPr>
        <w:rPr>
          <w:b/>
          <w:bCs/>
          <w:color w:val="3366FF"/>
          <w:sz w:val="28"/>
        </w:rPr>
      </w:pPr>
    </w:p>
    <w:p w:rsidR="0096000E" w:rsidRDefault="0096000E">
      <w:pPr>
        <w:rPr>
          <w:b/>
          <w:bCs/>
          <w:color w:val="3366FF"/>
          <w:sz w:val="28"/>
        </w:rPr>
      </w:pPr>
    </w:p>
    <w:p w:rsidR="0096000E" w:rsidRDefault="0096000E">
      <w:pPr>
        <w:rPr>
          <w:b/>
          <w:bCs/>
          <w:color w:val="3366FF"/>
          <w:sz w:val="28"/>
        </w:rPr>
      </w:pPr>
    </w:p>
    <w:p w:rsidR="0096000E" w:rsidRDefault="0096000E">
      <w:pPr>
        <w:rPr>
          <w:b/>
          <w:bCs/>
          <w:color w:val="3366FF"/>
          <w:sz w:val="28"/>
        </w:rPr>
      </w:pPr>
    </w:p>
    <w:p w:rsidR="0096000E" w:rsidRDefault="0096000E">
      <w:pPr>
        <w:rPr>
          <w:b/>
          <w:bCs/>
          <w:color w:val="3366FF"/>
          <w:sz w:val="28"/>
        </w:rPr>
      </w:pPr>
    </w:p>
    <w:p w:rsidR="0096000E" w:rsidRDefault="0096000E">
      <w:pPr>
        <w:rPr>
          <w:b/>
          <w:bCs/>
          <w:color w:val="3366FF"/>
          <w:sz w:val="28"/>
        </w:rPr>
      </w:pPr>
    </w:p>
    <w:p w:rsidR="0096000E" w:rsidRDefault="0096000E">
      <w:pPr>
        <w:rPr>
          <w:b/>
          <w:bCs/>
          <w:color w:val="3366FF"/>
          <w:sz w:val="28"/>
        </w:rPr>
      </w:pPr>
    </w:p>
    <w:p w:rsidR="0096000E" w:rsidRPr="00134121" w:rsidRDefault="0096000E">
      <w:pPr>
        <w:rPr>
          <w:rFonts w:ascii="Arial Unicode MS" w:eastAsia="Arial Unicode MS" w:hAnsi="Arial Unicode MS" w:cs="Arial Unicode MS"/>
          <w:b/>
          <w:bCs/>
          <w:color w:val="3366FF"/>
          <w:sz w:val="28"/>
        </w:rPr>
      </w:pPr>
    </w:p>
    <w:p w:rsidR="0096000E" w:rsidRPr="00134121" w:rsidRDefault="0096000E" w:rsidP="0096000E">
      <w:pPr>
        <w:jc w:val="center"/>
        <w:rPr>
          <w:rFonts w:ascii="Byington" w:eastAsia="Arial Unicode MS" w:hAnsi="Byington" w:cs="Arial Unicode MS"/>
          <w:b/>
          <w:bCs/>
          <w:color w:val="FF0066"/>
          <w:sz w:val="72"/>
          <w:szCs w:val="40"/>
        </w:rPr>
      </w:pPr>
      <w:r w:rsidRPr="00134121">
        <w:rPr>
          <w:rFonts w:ascii="Byington" w:eastAsia="Arial Unicode MS" w:hAnsi="Byington" w:cs="Arial Unicode MS"/>
          <w:b/>
          <w:bCs/>
          <w:color w:val="FF0066"/>
          <w:sz w:val="72"/>
          <w:szCs w:val="40"/>
        </w:rPr>
        <w:t>WORKS CITED</w:t>
      </w:r>
    </w:p>
    <w:p w:rsidR="0096000E" w:rsidRPr="00134121" w:rsidRDefault="0096000E">
      <w:pPr>
        <w:rPr>
          <w:rFonts w:ascii="Arial Unicode MS" w:eastAsia="Arial Unicode MS" w:hAnsi="Arial Unicode MS" w:cs="Arial Unicode MS"/>
          <w:b/>
          <w:bCs/>
          <w:color w:val="FF0066"/>
          <w:sz w:val="28"/>
        </w:rPr>
      </w:pPr>
    </w:p>
    <w:p w:rsidR="0096000E" w:rsidRPr="00134121" w:rsidRDefault="0096000E" w:rsidP="0096000E">
      <w:pPr>
        <w:pStyle w:val="NormalWeb"/>
        <w:ind w:left="720" w:hanging="720"/>
        <w:rPr>
          <w:rFonts w:ascii="Byington" w:eastAsia="Arial Unicode MS" w:hAnsi="Byington" w:cs="Arial Unicode MS"/>
          <w:color w:val="FF0066"/>
          <w:sz w:val="28"/>
        </w:rPr>
      </w:pPr>
      <w:r w:rsidRPr="00134121">
        <w:rPr>
          <w:rFonts w:ascii="Byington" w:eastAsia="Arial Unicode MS" w:hAnsi="Byington" w:cs="Arial Unicode MS"/>
          <w:color w:val="FF0066"/>
          <w:sz w:val="28"/>
        </w:rPr>
        <w:t>Picture</w:t>
      </w:r>
    </w:p>
    <w:p w:rsidR="0096000E" w:rsidRPr="00134121" w:rsidRDefault="0096000E" w:rsidP="0096000E">
      <w:pPr>
        <w:pStyle w:val="NormalWeb"/>
        <w:ind w:left="720" w:hanging="720"/>
        <w:rPr>
          <w:rFonts w:ascii="Byington" w:eastAsia="Arial Unicode MS" w:hAnsi="Byington" w:cs="Arial Unicode MS"/>
          <w:color w:val="FF0066"/>
          <w:sz w:val="28"/>
        </w:rPr>
      </w:pPr>
      <w:proofErr w:type="gramStart"/>
      <w:r w:rsidRPr="00134121">
        <w:rPr>
          <w:rFonts w:ascii="Byington" w:eastAsia="Arial Unicode MS" w:hAnsi="Byington" w:cs="Arial Unicode MS"/>
          <w:color w:val="FF0066"/>
          <w:sz w:val="28"/>
        </w:rPr>
        <w:t>"English novelist Jane Austen from an original family portrait.</w:t>
      </w:r>
      <w:proofErr w:type="gramEnd"/>
      <w:r w:rsidRPr="00134121">
        <w:rPr>
          <w:rFonts w:ascii="Byington" w:eastAsia="Arial Unicode MS" w:hAnsi="Byington" w:cs="Arial Unicode MS"/>
          <w:color w:val="FF0066"/>
          <w:sz w:val="28"/>
        </w:rPr>
        <w:t xml:space="preserve"> (Photo by </w:t>
      </w:r>
      <w:proofErr w:type="spellStart"/>
      <w:r w:rsidRPr="00134121">
        <w:rPr>
          <w:rFonts w:ascii="Byington" w:eastAsia="Arial Unicode MS" w:hAnsi="Byington" w:cs="Arial Unicode MS"/>
          <w:color w:val="FF0066"/>
          <w:sz w:val="28"/>
        </w:rPr>
        <w:t>Hulton</w:t>
      </w:r>
      <w:proofErr w:type="spellEnd"/>
      <w:r w:rsidRPr="00134121">
        <w:rPr>
          <w:rFonts w:ascii="Byington" w:eastAsia="Arial Unicode MS" w:hAnsi="Byington" w:cs="Arial Unicode MS"/>
          <w:color w:val="FF0066"/>
          <w:sz w:val="28"/>
        </w:rPr>
        <w:t xml:space="preserve"> Archive/Getty Images) -- Image Date: 1/1/1790." </w:t>
      </w:r>
      <w:proofErr w:type="gramStart"/>
      <w:r w:rsidRPr="00134121">
        <w:rPr>
          <w:rFonts w:ascii="Byington" w:eastAsia="Arial Unicode MS" w:hAnsi="Byington" w:cs="Arial Unicode MS"/>
          <w:color w:val="FF0066"/>
          <w:sz w:val="28"/>
        </w:rPr>
        <w:t>(</w:t>
      </w:r>
      <w:proofErr w:type="spellStart"/>
      <w:r w:rsidRPr="00134121">
        <w:rPr>
          <w:rFonts w:ascii="Byington" w:eastAsia="Arial Unicode MS" w:hAnsi="Byington" w:cs="Arial Unicode MS"/>
          <w:color w:val="FF0066"/>
          <w:sz w:val="28"/>
        </w:rPr>
        <w:t>n.d</w:t>
      </w:r>
      <w:proofErr w:type="spellEnd"/>
      <w:r w:rsidRPr="00134121">
        <w:rPr>
          <w:rFonts w:ascii="Byington" w:eastAsia="Arial Unicode MS" w:hAnsi="Byington" w:cs="Arial Unicode MS"/>
          <w:color w:val="FF0066"/>
          <w:sz w:val="28"/>
        </w:rPr>
        <w:t>.).</w:t>
      </w:r>
      <w:proofErr w:type="gramEnd"/>
      <w:r w:rsidRPr="00134121">
        <w:rPr>
          <w:rFonts w:ascii="Byington" w:eastAsia="Arial Unicode MS" w:hAnsi="Byington" w:cs="Arial Unicode MS"/>
          <w:color w:val="FF0066"/>
          <w:sz w:val="28"/>
        </w:rPr>
        <w:t xml:space="preserve"> </w:t>
      </w:r>
      <w:proofErr w:type="gramStart"/>
      <w:r w:rsidRPr="00134121">
        <w:rPr>
          <w:rFonts w:ascii="Byington" w:eastAsia="Arial Unicode MS" w:hAnsi="Byington" w:cs="Arial Unicode MS"/>
          <w:color w:val="FF0066"/>
          <w:sz w:val="28"/>
          <w:u w:val="single"/>
        </w:rPr>
        <w:t>Image Collection</w:t>
      </w:r>
      <w:r w:rsidRPr="00134121">
        <w:rPr>
          <w:rFonts w:ascii="Byington" w:eastAsia="Arial Unicode MS" w:hAnsi="Byington" w:cs="Arial Unicode MS"/>
          <w:color w:val="FF0066"/>
          <w:sz w:val="28"/>
        </w:rPr>
        <w:t>.</w:t>
      </w:r>
      <w:proofErr w:type="gramEnd"/>
      <w:r w:rsidRPr="00134121">
        <w:rPr>
          <w:rFonts w:ascii="Byington" w:eastAsia="Arial Unicode MS" w:hAnsi="Byington" w:cs="Arial Unicode MS"/>
          <w:color w:val="FF0066"/>
          <w:sz w:val="28"/>
        </w:rPr>
        <w:t xml:space="preserve"> </w:t>
      </w:r>
      <w:proofErr w:type="gramStart"/>
      <w:r w:rsidRPr="00134121">
        <w:rPr>
          <w:rFonts w:ascii="Byington" w:eastAsia="Arial Unicode MS" w:hAnsi="Byington" w:cs="Arial Unicode MS"/>
          <w:color w:val="FF0066"/>
          <w:sz w:val="28"/>
        </w:rPr>
        <w:t>EBSCO.</w:t>
      </w:r>
      <w:proofErr w:type="gramEnd"/>
      <w:r w:rsidRPr="00134121">
        <w:rPr>
          <w:rFonts w:ascii="Byington" w:eastAsia="Arial Unicode MS" w:hAnsi="Byington" w:cs="Arial Unicode MS"/>
          <w:color w:val="FF0066"/>
          <w:sz w:val="28"/>
        </w:rPr>
        <w:t xml:space="preserve"> </w:t>
      </w:r>
      <w:proofErr w:type="gramStart"/>
      <w:r w:rsidRPr="00134121">
        <w:rPr>
          <w:rFonts w:ascii="Byington" w:eastAsia="Arial Unicode MS" w:hAnsi="Byington" w:cs="Arial Unicode MS"/>
          <w:color w:val="FF0066"/>
          <w:sz w:val="28"/>
        </w:rPr>
        <w:t>[Library name], [City], [State abbreviation].</w:t>
      </w:r>
      <w:proofErr w:type="gramEnd"/>
      <w:r w:rsidRPr="00134121">
        <w:rPr>
          <w:rFonts w:ascii="Byington" w:eastAsia="Arial Unicode MS" w:hAnsi="Byington" w:cs="Arial Unicode MS"/>
          <w:color w:val="FF0066"/>
          <w:sz w:val="28"/>
        </w:rPr>
        <w:t xml:space="preserve"> 25 Mar. 2009 &lt;http://search.ebscohost.com/login.aspx?direct=true&amp;db=imh&amp;AN=imh217829&amp;site=src-live&gt;.</w:t>
      </w:r>
    </w:p>
    <w:p w:rsidR="0096000E" w:rsidRPr="00134121" w:rsidRDefault="0096000E" w:rsidP="0096000E">
      <w:pPr>
        <w:pStyle w:val="NormalWeb"/>
        <w:ind w:left="720" w:hanging="720"/>
        <w:rPr>
          <w:rFonts w:ascii="Byington" w:eastAsia="Arial Unicode MS" w:hAnsi="Byington" w:cs="Arial Unicode MS"/>
          <w:color w:val="FF0066"/>
          <w:sz w:val="28"/>
        </w:rPr>
      </w:pPr>
      <w:r w:rsidRPr="00134121">
        <w:rPr>
          <w:rFonts w:ascii="Byington" w:eastAsia="Arial Unicode MS" w:hAnsi="Byington" w:cs="Arial Unicode MS"/>
          <w:color w:val="FF0066"/>
          <w:sz w:val="28"/>
        </w:rPr>
        <w:t xml:space="preserve">Information </w:t>
      </w:r>
    </w:p>
    <w:p w:rsidR="0096000E" w:rsidRDefault="0096000E" w:rsidP="00134121">
      <w:pPr>
        <w:pStyle w:val="NormalWeb"/>
        <w:ind w:left="720" w:hanging="720"/>
        <w:rPr>
          <w:rFonts w:ascii="Byington" w:eastAsia="Arial Unicode MS" w:hAnsi="Byington" w:cs="Arial Unicode MS"/>
          <w:color w:val="FF0066"/>
          <w:sz w:val="28"/>
        </w:rPr>
      </w:pPr>
      <w:r w:rsidRPr="00134121">
        <w:rPr>
          <w:rFonts w:ascii="Byington" w:eastAsia="Arial Unicode MS" w:hAnsi="Byington" w:cs="Arial Unicode MS"/>
          <w:color w:val="FF0066"/>
          <w:sz w:val="28"/>
        </w:rPr>
        <w:t xml:space="preserve"> "Jane Austen." </w:t>
      </w:r>
      <w:proofErr w:type="gramStart"/>
      <w:r w:rsidRPr="00134121">
        <w:rPr>
          <w:rFonts w:ascii="Byington" w:eastAsia="Arial Unicode MS" w:hAnsi="Byington" w:cs="Arial Unicode MS"/>
          <w:color w:val="FF0066"/>
          <w:sz w:val="28"/>
          <w:u w:val="single"/>
        </w:rPr>
        <w:t>Columbia Encyclopedia</w:t>
      </w:r>
      <w:r w:rsidRPr="00134121">
        <w:rPr>
          <w:rFonts w:ascii="Byington" w:eastAsia="Arial Unicode MS" w:hAnsi="Byington" w:cs="Arial Unicode MS"/>
          <w:color w:val="FF0066"/>
          <w:sz w:val="28"/>
        </w:rPr>
        <w:t xml:space="preserve"> (</w:t>
      </w:r>
      <w:proofErr w:type="spellStart"/>
      <w:r w:rsidRPr="00134121">
        <w:rPr>
          <w:rFonts w:ascii="Byington" w:eastAsia="Arial Unicode MS" w:hAnsi="Byington" w:cs="Arial Unicode MS"/>
          <w:color w:val="FF0066"/>
          <w:sz w:val="28"/>
        </w:rPr>
        <w:t>n.d</w:t>
      </w:r>
      <w:proofErr w:type="spellEnd"/>
      <w:r w:rsidRPr="00134121">
        <w:rPr>
          <w:rFonts w:ascii="Byington" w:eastAsia="Arial Unicode MS" w:hAnsi="Byington" w:cs="Arial Unicode MS"/>
          <w:color w:val="FF0066"/>
          <w:sz w:val="28"/>
        </w:rPr>
        <w:t>.).</w:t>
      </w:r>
      <w:proofErr w:type="gramEnd"/>
      <w:r w:rsidRPr="00134121">
        <w:rPr>
          <w:rFonts w:ascii="Byington" w:eastAsia="Arial Unicode MS" w:hAnsi="Byington" w:cs="Arial Unicode MS"/>
          <w:color w:val="FF0066"/>
          <w:sz w:val="28"/>
        </w:rPr>
        <w:t xml:space="preserve"> </w:t>
      </w:r>
      <w:proofErr w:type="gramStart"/>
      <w:r w:rsidRPr="00134121">
        <w:rPr>
          <w:rFonts w:ascii="Byington" w:eastAsia="Arial Unicode MS" w:hAnsi="Byington" w:cs="Arial Unicode MS"/>
          <w:color w:val="FF0066"/>
          <w:sz w:val="28"/>
          <w:u w:val="single"/>
        </w:rPr>
        <w:t>Vocational and Career Collection</w:t>
      </w:r>
      <w:r w:rsidRPr="00134121">
        <w:rPr>
          <w:rFonts w:ascii="Byington" w:eastAsia="Arial Unicode MS" w:hAnsi="Byington" w:cs="Arial Unicode MS"/>
          <w:color w:val="FF0066"/>
          <w:sz w:val="28"/>
        </w:rPr>
        <w:t>.</w:t>
      </w:r>
      <w:proofErr w:type="gramEnd"/>
      <w:r w:rsidRPr="00134121">
        <w:rPr>
          <w:rFonts w:ascii="Byington" w:eastAsia="Arial Unicode MS" w:hAnsi="Byington" w:cs="Arial Unicode MS"/>
          <w:color w:val="FF0066"/>
          <w:sz w:val="28"/>
        </w:rPr>
        <w:t xml:space="preserve"> </w:t>
      </w:r>
      <w:proofErr w:type="gramStart"/>
      <w:r w:rsidRPr="00134121">
        <w:rPr>
          <w:rFonts w:ascii="Byington" w:eastAsia="Arial Unicode MS" w:hAnsi="Byington" w:cs="Arial Unicode MS"/>
          <w:color w:val="FF0066"/>
          <w:sz w:val="28"/>
        </w:rPr>
        <w:t>EBSCO.</w:t>
      </w:r>
      <w:proofErr w:type="gramEnd"/>
      <w:r w:rsidRPr="00134121">
        <w:rPr>
          <w:rFonts w:ascii="Byington" w:eastAsia="Arial Unicode MS" w:hAnsi="Byington" w:cs="Arial Unicode MS"/>
          <w:color w:val="FF0066"/>
          <w:sz w:val="28"/>
        </w:rPr>
        <w:t xml:space="preserve"> </w:t>
      </w:r>
      <w:proofErr w:type="gramStart"/>
      <w:r w:rsidRPr="00134121">
        <w:rPr>
          <w:rFonts w:ascii="Byington" w:eastAsia="Arial Unicode MS" w:hAnsi="Byington" w:cs="Arial Unicode MS"/>
          <w:color w:val="FF0066"/>
          <w:sz w:val="28"/>
        </w:rPr>
        <w:t>[Library name], [City], [State abbreviation].</w:t>
      </w:r>
      <w:proofErr w:type="gramEnd"/>
      <w:r w:rsidRPr="00134121">
        <w:rPr>
          <w:rFonts w:ascii="Byington" w:eastAsia="Arial Unicode MS" w:hAnsi="Byington" w:cs="Arial Unicode MS"/>
          <w:color w:val="FF0066"/>
          <w:sz w:val="28"/>
        </w:rPr>
        <w:t xml:space="preserve"> 25 Mar. 2009 &lt;http://search.ebscohost.com/login.aspx?direct=true&amp;db=vo</w:t>
      </w:r>
      <w:r w:rsidR="00134121">
        <w:rPr>
          <w:rFonts w:ascii="Byington" w:eastAsia="Arial Unicode MS" w:hAnsi="Byington" w:cs="Arial Unicode MS"/>
          <w:color w:val="FF0066"/>
          <w:sz w:val="28"/>
        </w:rPr>
        <w:t>h&amp;AN=IXBAusten-J&amp;site=src-live&gt;.</w:t>
      </w:r>
    </w:p>
    <w:p w:rsidR="00134121" w:rsidRDefault="00134121" w:rsidP="00134121">
      <w:pPr>
        <w:pStyle w:val="NormalWeb"/>
        <w:ind w:left="720" w:hanging="720"/>
        <w:rPr>
          <w:rFonts w:ascii="Byington" w:eastAsia="Arial Unicode MS" w:hAnsi="Byington" w:cs="Arial Unicode MS"/>
          <w:color w:val="FF0066"/>
          <w:sz w:val="28"/>
        </w:rPr>
      </w:pPr>
      <w:r>
        <w:rPr>
          <w:rFonts w:ascii="Byington" w:eastAsia="Arial Unicode MS" w:hAnsi="Byington" w:cs="Arial Unicode MS"/>
          <w:color w:val="FF0066"/>
          <w:sz w:val="28"/>
        </w:rPr>
        <w:t xml:space="preserve">Picture </w:t>
      </w:r>
    </w:p>
    <w:p w:rsidR="00134121" w:rsidRDefault="00134121" w:rsidP="00134121">
      <w:pPr>
        <w:pStyle w:val="NormalWeb"/>
        <w:ind w:left="720" w:hanging="720"/>
        <w:rPr>
          <w:rFonts w:ascii="Byington" w:hAnsi="Byington"/>
          <w:color w:val="FF0066"/>
          <w:sz w:val="28"/>
          <w:szCs w:val="28"/>
          <w:lang/>
        </w:rPr>
      </w:pPr>
      <w:proofErr w:type="gramStart"/>
      <w:r w:rsidRPr="00134121">
        <w:rPr>
          <w:rFonts w:ascii="Byington" w:hAnsi="Byington"/>
          <w:color w:val="FF0066"/>
          <w:sz w:val="28"/>
          <w:szCs w:val="28"/>
          <w:lang/>
        </w:rPr>
        <w:t xml:space="preserve">"Biography </w:t>
      </w:r>
      <w:proofErr w:type="spellStart"/>
      <w:r w:rsidRPr="00134121">
        <w:rPr>
          <w:rFonts w:ascii="Byington" w:hAnsi="Byington"/>
          <w:color w:val="FF0066"/>
          <w:sz w:val="28"/>
          <w:szCs w:val="28"/>
          <w:lang/>
        </w:rPr>
        <w:t>J.K.Rowling</w:t>
      </w:r>
      <w:proofErr w:type="spellEnd"/>
      <w:r w:rsidRPr="00134121">
        <w:rPr>
          <w:rFonts w:ascii="Byington" w:hAnsi="Byington"/>
          <w:color w:val="FF0066"/>
          <w:sz w:val="28"/>
          <w:szCs w:val="28"/>
          <w:lang/>
        </w:rPr>
        <w:t xml:space="preserve"> | Biography Online."</w:t>
      </w:r>
      <w:proofErr w:type="gramEnd"/>
      <w:r w:rsidRPr="00134121">
        <w:rPr>
          <w:rFonts w:ascii="Byington" w:hAnsi="Byington"/>
          <w:color w:val="FF0066"/>
          <w:sz w:val="28"/>
          <w:szCs w:val="28"/>
          <w:lang/>
        </w:rPr>
        <w:t xml:space="preserve"> </w:t>
      </w:r>
      <w:proofErr w:type="gramStart"/>
      <w:r w:rsidRPr="00134121">
        <w:rPr>
          <w:rFonts w:ascii="Byington" w:hAnsi="Byington"/>
          <w:color w:val="FF0066"/>
          <w:sz w:val="28"/>
          <w:szCs w:val="28"/>
          <w:u w:val="single"/>
          <w:lang/>
        </w:rPr>
        <w:t>Biography Online | Biographies of inspirational and famous people</w:t>
      </w:r>
      <w:r w:rsidR="00D02293">
        <w:rPr>
          <w:rFonts w:ascii="Byington" w:hAnsi="Byington"/>
          <w:color w:val="FF0066"/>
          <w:sz w:val="28"/>
          <w:szCs w:val="28"/>
          <w:lang/>
        </w:rPr>
        <w:t>.</w:t>
      </w:r>
      <w:proofErr w:type="gramEnd"/>
      <w:r w:rsidR="00D02293">
        <w:rPr>
          <w:rFonts w:ascii="Byington" w:hAnsi="Byington"/>
          <w:color w:val="FF0066"/>
          <w:sz w:val="28"/>
          <w:szCs w:val="28"/>
          <w:lang/>
        </w:rPr>
        <w:t xml:space="preserve"> 25</w:t>
      </w:r>
      <w:r w:rsidRPr="00134121">
        <w:rPr>
          <w:rFonts w:ascii="Byington" w:hAnsi="Byington"/>
          <w:color w:val="FF0066"/>
          <w:sz w:val="28"/>
          <w:szCs w:val="28"/>
          <w:lang/>
        </w:rPr>
        <w:t xml:space="preserve"> Mar. 2009 &lt;http://www.biographyonline.net/writers/j_k_rowling.html&gt;.</w:t>
      </w:r>
    </w:p>
    <w:p w:rsidR="00134121" w:rsidRDefault="00134121" w:rsidP="00134121">
      <w:pPr>
        <w:pStyle w:val="NormalWeb"/>
        <w:ind w:left="720" w:hanging="720"/>
        <w:rPr>
          <w:rFonts w:ascii="Byington" w:hAnsi="Byington"/>
          <w:color w:val="FF0066"/>
          <w:sz w:val="28"/>
          <w:szCs w:val="28"/>
          <w:lang/>
        </w:rPr>
      </w:pPr>
      <w:r>
        <w:rPr>
          <w:rFonts w:ascii="Byington" w:hAnsi="Byington"/>
          <w:color w:val="FF0066"/>
          <w:sz w:val="28"/>
          <w:szCs w:val="28"/>
          <w:lang/>
        </w:rPr>
        <w:t xml:space="preserve">Information </w:t>
      </w:r>
    </w:p>
    <w:p w:rsidR="00134121" w:rsidRPr="00D02293" w:rsidRDefault="00134121" w:rsidP="00134121">
      <w:pPr>
        <w:pStyle w:val="NormalWeb"/>
        <w:ind w:left="720" w:hanging="720"/>
        <w:rPr>
          <w:rFonts w:ascii="Byington" w:eastAsia="Arial Unicode MS" w:hAnsi="Byington" w:cs="Arial Unicode MS"/>
          <w:color w:val="FF0066"/>
          <w:sz w:val="28"/>
        </w:rPr>
      </w:pPr>
      <w:r w:rsidRPr="00D02293">
        <w:rPr>
          <w:rFonts w:ascii="Byington" w:hAnsi="Byington"/>
          <w:color w:val="FF0066"/>
          <w:sz w:val="28"/>
          <w:szCs w:val="28"/>
          <w:lang/>
        </w:rPr>
        <w:t xml:space="preserve">"J. K. Rowling -." </w:t>
      </w:r>
      <w:proofErr w:type="gramStart"/>
      <w:r w:rsidRPr="00D02293">
        <w:rPr>
          <w:rFonts w:ascii="Byington" w:hAnsi="Byington"/>
          <w:color w:val="FF0066"/>
          <w:sz w:val="28"/>
          <w:szCs w:val="28"/>
          <w:u w:val="single"/>
          <w:lang/>
        </w:rPr>
        <w:t>Wikipedia, the free encyclopedia</w:t>
      </w:r>
      <w:r w:rsidR="00D02293" w:rsidRPr="00D02293">
        <w:rPr>
          <w:rFonts w:ascii="Byington" w:hAnsi="Byington"/>
          <w:color w:val="FF0066"/>
          <w:sz w:val="28"/>
          <w:szCs w:val="28"/>
          <w:lang/>
        </w:rPr>
        <w:t>.</w:t>
      </w:r>
      <w:proofErr w:type="gramEnd"/>
      <w:r w:rsidR="00D02293" w:rsidRPr="00D02293">
        <w:rPr>
          <w:rFonts w:ascii="Byington" w:hAnsi="Byington"/>
          <w:color w:val="FF0066"/>
          <w:sz w:val="28"/>
          <w:szCs w:val="28"/>
          <w:lang/>
        </w:rPr>
        <w:t xml:space="preserve"> 25</w:t>
      </w:r>
      <w:r w:rsidRPr="00D02293">
        <w:rPr>
          <w:rFonts w:ascii="Byington" w:hAnsi="Byington"/>
          <w:color w:val="FF0066"/>
          <w:sz w:val="28"/>
          <w:szCs w:val="28"/>
          <w:lang/>
        </w:rPr>
        <w:t xml:space="preserve"> Mar. 2009 &lt;http://en.wikipedia.org/wiki/J._K._Rowling&gt;.</w:t>
      </w:r>
    </w:p>
    <w:sectPr w:rsidR="00134121" w:rsidRPr="00D02293" w:rsidSect="008E486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121" w:rsidRDefault="00134121" w:rsidP="0096000E">
      <w:r>
        <w:separator/>
      </w:r>
    </w:p>
  </w:endnote>
  <w:endnote w:type="continuationSeparator" w:id="1">
    <w:p w:rsidR="00134121" w:rsidRDefault="00134121" w:rsidP="009600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yington">
    <w:panose1 w:val="02000505080000020003"/>
    <w:charset w:val="00"/>
    <w:family w:val="auto"/>
    <w:pitch w:val="variable"/>
    <w:sig w:usb0="80000027" w:usb1="0000004A" w:usb2="00000000" w:usb3="00000000" w:csb0="00000001" w:csb1="00000000"/>
  </w:font>
  <w:font w:name="Berylium">
    <w:panose1 w:val="02000000000000000000"/>
    <w:charset w:val="00"/>
    <w:family w:val="auto"/>
    <w:pitch w:val="variable"/>
    <w:sig w:usb0="A00000AF" w:usb1="0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121" w:rsidRDefault="00134121" w:rsidP="0096000E">
      <w:r>
        <w:separator/>
      </w:r>
    </w:p>
  </w:footnote>
  <w:footnote w:type="continuationSeparator" w:id="1">
    <w:p w:rsidR="00134121" w:rsidRDefault="00134121" w:rsidP="009600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61088"/>
    <w:multiLevelType w:val="hybridMultilevel"/>
    <w:tmpl w:val="9036D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00C14A1"/>
    <w:multiLevelType w:val="hybridMultilevel"/>
    <w:tmpl w:val="35F09D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0C2A3A"/>
    <w:multiLevelType w:val="hybridMultilevel"/>
    <w:tmpl w:val="89003E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EED2C56"/>
    <w:multiLevelType w:val="hybridMultilevel"/>
    <w:tmpl w:val="4C5244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8075ED7"/>
    <w:multiLevelType w:val="hybridMultilevel"/>
    <w:tmpl w:val="2A3C8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CCD6A23"/>
    <w:multiLevelType w:val="hybridMultilevel"/>
    <w:tmpl w:val="047432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attachedTemplate r:id="rId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53DA"/>
    <w:rsid w:val="00102841"/>
    <w:rsid w:val="00134121"/>
    <w:rsid w:val="001F3468"/>
    <w:rsid w:val="00205A46"/>
    <w:rsid w:val="003F7B9B"/>
    <w:rsid w:val="004E312D"/>
    <w:rsid w:val="004F5AFE"/>
    <w:rsid w:val="0053014C"/>
    <w:rsid w:val="006043D7"/>
    <w:rsid w:val="006269D9"/>
    <w:rsid w:val="0066222A"/>
    <w:rsid w:val="008354C4"/>
    <w:rsid w:val="008820D3"/>
    <w:rsid w:val="008E4864"/>
    <w:rsid w:val="0096000E"/>
    <w:rsid w:val="00D02293"/>
    <w:rsid w:val="00DD0FB2"/>
    <w:rsid w:val="00E6796A"/>
    <w:rsid w:val="00EF166A"/>
    <w:rsid w:val="00FA7478"/>
    <w:rsid w:val="00FB5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>
      <o:colormru v:ext="edit" colors="lime"/>
      <o:colormenu v:ext="edit" fillcolor="none [8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864"/>
    <w:rPr>
      <w:sz w:val="24"/>
      <w:szCs w:val="24"/>
    </w:rPr>
  </w:style>
  <w:style w:type="paragraph" w:styleId="Heading1">
    <w:name w:val="heading 1"/>
    <w:basedOn w:val="Normal"/>
    <w:next w:val="Normal"/>
    <w:qFormat/>
    <w:rsid w:val="008E4864"/>
    <w:pPr>
      <w:keepNext/>
      <w:outlineLvl w:val="0"/>
    </w:pPr>
    <w:rPr>
      <w:b/>
      <w:bCs/>
      <w:color w:val="3366FF"/>
      <w:sz w:val="28"/>
    </w:rPr>
  </w:style>
  <w:style w:type="paragraph" w:styleId="Heading2">
    <w:name w:val="heading 2"/>
    <w:basedOn w:val="Normal"/>
    <w:next w:val="Normal"/>
    <w:qFormat/>
    <w:rsid w:val="008E4864"/>
    <w:pPr>
      <w:keepNext/>
      <w:ind w:right="-900"/>
      <w:outlineLvl w:val="1"/>
    </w:pPr>
    <w:rPr>
      <w:b/>
      <w:bCs/>
      <w:color w:val="3366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E4864"/>
    <w:pPr>
      <w:jc w:val="center"/>
    </w:pPr>
    <w:rPr>
      <w:b/>
      <w:bCs/>
      <w:color w:val="3366FF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9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96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79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600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000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600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000E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96000E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1341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andav\English%20III\Projects\Grant%20Project%20%232%20-%20Student%20Folder\Trading%20Card%20-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Trading Card - Template</Template>
  <TotalTime>59</TotalTime>
  <Pages>2</Pages>
  <Words>123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CARRYING THE TORCH-CHOPIN PROJECT</vt:lpstr>
    </vt:vector>
  </TitlesOfParts>
  <Company>Sacred Heart School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CARRYING THE TORCH-CHOPIN PROJECT</dc:title>
  <dc:creator>Amanda Vidrine</dc:creator>
  <cp:lastModifiedBy>cydneyr</cp:lastModifiedBy>
  <cp:revision>10</cp:revision>
  <dcterms:created xsi:type="dcterms:W3CDTF">2009-03-26T18:25:00Z</dcterms:created>
  <dcterms:modified xsi:type="dcterms:W3CDTF">2009-04-01T18:19:00Z</dcterms:modified>
</cp:coreProperties>
</file>