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5B8B7" w:themeColor="accent2" w:themeTint="66"/>
  <w:body>
    <w:p w:rsidR="001931D1" w:rsidRPr="008C0040" w:rsidRDefault="00205A46">
      <w:pPr>
        <w:pStyle w:val="Title"/>
        <w:rPr>
          <w:color w:val="632423" w:themeColor="accent2" w:themeShade="80"/>
        </w:rPr>
      </w:pPr>
      <w:r w:rsidRPr="008C0040">
        <w:rPr>
          <w:noProof/>
          <w:color w:val="632423" w:themeColor="accent2" w:themeShade="80"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-796146</wp:posOffset>
            </wp:positionH>
            <wp:positionV relativeFrom="paragraph">
              <wp:posOffset>-681487</wp:posOffset>
            </wp:positionV>
            <wp:extent cx="1223467" cy="1930298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lum bright="-6000" contrast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467" cy="1930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C0040">
        <w:rPr>
          <w:color w:val="632423" w:themeColor="accent2" w:themeShade="80"/>
        </w:rPr>
        <w:t>CARRYING THE TORCH-CHOPIN PROJECT</w:t>
      </w:r>
    </w:p>
    <w:p w:rsidR="001931D1" w:rsidRPr="008C0040" w:rsidRDefault="001931D1">
      <w:pPr>
        <w:jc w:val="center"/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205A46">
      <w:pPr>
        <w:pStyle w:val="Heading1"/>
        <w:ind w:right="-900"/>
        <w:rPr>
          <w:color w:val="632423" w:themeColor="accent2" w:themeShade="80"/>
          <w:u w:val="single"/>
        </w:rPr>
      </w:pPr>
      <w:r w:rsidRPr="008C0040">
        <w:rPr>
          <w:color w:val="632423" w:themeColor="accent2" w:themeShade="80"/>
        </w:rPr>
        <w:t>NAME</w:t>
      </w:r>
      <w:r w:rsidR="006357FA">
        <w:rPr>
          <w:color w:val="632423" w:themeColor="accent2" w:themeShade="80"/>
          <w:u w:val="single"/>
        </w:rPr>
        <w:t xml:space="preserve">        Brittany McGlynn</w:t>
      </w:r>
      <w:r w:rsidR="00927A96" w:rsidRPr="008C0040">
        <w:rPr>
          <w:color w:val="632423" w:themeColor="accent2" w:themeShade="80"/>
          <w:u w:val="single"/>
        </w:rPr>
        <w:t xml:space="preserve"> &amp; Kayla Hall </w:t>
      </w:r>
      <w:r w:rsidR="006357FA">
        <w:rPr>
          <w:color w:val="632423" w:themeColor="accent2" w:themeShade="80"/>
          <w:u w:val="single"/>
        </w:rPr>
        <w:t xml:space="preserve">                 </w:t>
      </w:r>
      <w:r w:rsidRPr="008C0040">
        <w:rPr>
          <w:color w:val="632423" w:themeColor="accent2" w:themeShade="80"/>
        </w:rPr>
        <w:t>TOPIC</w:t>
      </w:r>
      <w:r w:rsidR="00927A96" w:rsidRPr="008C0040">
        <w:rPr>
          <w:color w:val="632423" w:themeColor="accent2" w:themeShade="80"/>
          <w:u w:val="single"/>
        </w:rPr>
        <w:t xml:space="preserve"> Architecture </w:t>
      </w: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205A46">
      <w:pPr>
        <w:rPr>
          <w:b/>
          <w:bCs/>
          <w:color w:val="632423" w:themeColor="accent2" w:themeShade="80"/>
          <w:sz w:val="28"/>
          <w:u w:val="single"/>
        </w:rPr>
      </w:pPr>
      <w:r w:rsidRPr="008C0040">
        <w:rPr>
          <w:b/>
          <w:bCs/>
          <w:color w:val="632423" w:themeColor="accent2" w:themeShade="80"/>
          <w:sz w:val="28"/>
        </w:rPr>
        <w:t>MY FIRST CHOICE IS</w:t>
      </w:r>
      <w:r w:rsidR="00553D44" w:rsidRPr="008C0040">
        <w:rPr>
          <w:b/>
          <w:bCs/>
          <w:color w:val="632423" w:themeColor="accent2" w:themeShade="80"/>
          <w:sz w:val="28"/>
        </w:rPr>
        <w:t xml:space="preserve">: </w:t>
      </w:r>
      <w:r w:rsidR="00927A96" w:rsidRPr="008C0040">
        <w:rPr>
          <w:b/>
          <w:bCs/>
          <w:color w:val="632423" w:themeColor="accent2" w:themeShade="80"/>
          <w:sz w:val="28"/>
          <w:u w:val="single"/>
        </w:rPr>
        <w:t>Zaha Hadid</w:t>
      </w:r>
      <w:r w:rsidR="00927A96" w:rsidRPr="008C0040">
        <w:rPr>
          <w:color w:val="632423" w:themeColor="accent2" w:themeShade="80"/>
          <w:u w:val="single"/>
        </w:rPr>
        <w:t xml:space="preserve"> </w:t>
      </w:r>
    </w:p>
    <w:p w:rsidR="001931D1" w:rsidRPr="008C0040" w:rsidRDefault="00205A46">
      <w:pPr>
        <w:pStyle w:val="Heading2"/>
        <w:rPr>
          <w:color w:val="632423" w:themeColor="accent2" w:themeShade="80"/>
          <w:u w:val="single"/>
        </w:rPr>
      </w:pPr>
      <w:r w:rsidRPr="008C0040">
        <w:rPr>
          <w:color w:val="632423" w:themeColor="accent2" w:themeShade="80"/>
        </w:rPr>
        <w:t>SHE IS THE FIRST WOMAN TO</w:t>
      </w:r>
      <w:r w:rsidR="00553D44" w:rsidRPr="008C0040">
        <w:rPr>
          <w:color w:val="632423" w:themeColor="accent2" w:themeShade="80"/>
        </w:rPr>
        <w:t xml:space="preserve">: </w:t>
      </w:r>
      <w:r w:rsidR="00927A96" w:rsidRPr="008C0040">
        <w:rPr>
          <w:color w:val="632423" w:themeColor="accent2" w:themeShade="80"/>
          <w:u w:val="single"/>
        </w:rPr>
        <w:t>Receive the Pritzker Architecture Prize</w:t>
      </w:r>
    </w:p>
    <w:p w:rsidR="001931D1" w:rsidRPr="008C0040" w:rsidRDefault="00087F79">
      <w:pPr>
        <w:rPr>
          <w:b/>
          <w:bCs/>
          <w:color w:val="632423" w:themeColor="accent2" w:themeShade="80"/>
          <w:sz w:val="28"/>
        </w:rPr>
      </w:pPr>
      <w:r w:rsidRPr="008C0040">
        <w:rPr>
          <w:noProof/>
          <w:color w:val="632423" w:themeColor="accent2" w:themeShade="8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in;margin-top:15.2pt;width:257.1pt;height:261pt;z-index:251656192" fillcolor="#943634 [2405]">
            <v:textbox>
              <w:txbxContent>
                <w:p w:rsidR="008C0040" w:rsidRPr="008C0040" w:rsidRDefault="008C0040">
                  <w:pPr>
                    <w:ind w:right="-1020"/>
                    <w:rPr>
                      <w:color w:val="E5B8B7" w:themeColor="accent2" w:themeTint="66"/>
                      <w:sz w:val="22"/>
                      <w:szCs w:val="22"/>
                    </w:rPr>
                  </w:pPr>
                  <w:r w:rsidRPr="008C0040">
                    <w:rPr>
                      <w:color w:val="E5B8B7" w:themeColor="accent2" w:themeTint="66"/>
                      <w:sz w:val="22"/>
                      <w:szCs w:val="22"/>
                    </w:rPr>
                    <w:t xml:space="preserve">Cite important information about her </w:t>
                  </w:r>
                </w:p>
                <w:p w:rsidR="008C0040" w:rsidRPr="008C0040" w:rsidRDefault="008C0040">
                  <w:pPr>
                    <w:ind w:right="-1020"/>
                    <w:rPr>
                      <w:color w:val="E5B8B7" w:themeColor="accent2" w:themeTint="66"/>
                      <w:sz w:val="22"/>
                      <w:szCs w:val="22"/>
                    </w:rPr>
                  </w:pPr>
                  <w:proofErr w:type="gramStart"/>
                  <w:r w:rsidRPr="008C0040">
                    <w:rPr>
                      <w:color w:val="E5B8B7" w:themeColor="accent2" w:themeTint="66"/>
                      <w:sz w:val="22"/>
                      <w:szCs w:val="22"/>
                    </w:rPr>
                    <w:t>accomplishment</w:t>
                  </w:r>
                  <w:proofErr w:type="gramEnd"/>
                  <w:r w:rsidRPr="008C0040">
                    <w:rPr>
                      <w:color w:val="E5B8B7" w:themeColor="accent2" w:themeTint="66"/>
                      <w:sz w:val="22"/>
                      <w:szCs w:val="22"/>
                    </w:rPr>
                    <w:t xml:space="preserve"> – when, where, how, etc.?</w:t>
                  </w:r>
                </w:p>
                <w:p w:rsidR="008C0040" w:rsidRPr="008C0040" w:rsidRDefault="008C0040">
                  <w:pPr>
                    <w:rPr>
                      <w:color w:val="F2DBDB" w:themeColor="accent2" w:themeTint="33"/>
                      <w:sz w:val="22"/>
                      <w:szCs w:val="22"/>
                    </w:rPr>
                  </w:pPr>
                  <w:r w:rsidRPr="008C0040">
                    <w:rPr>
                      <w:rFonts w:asciiTheme="minorHAnsi" w:hAnsiTheme="minorHAnsi" w:cs="Arial"/>
                      <w:b/>
                      <w:color w:val="F2DBDB" w:themeColor="accent2" w:themeTint="33"/>
                      <w:sz w:val="22"/>
                      <w:szCs w:val="22"/>
                    </w:rPr>
                    <w:t>Zaha Hadid studied at the Architectural Association from 1972</w:t>
                  </w:r>
                  <w:r w:rsidRPr="008C0040">
                    <w:rPr>
                      <w:rFonts w:ascii="Arial" w:hAnsi="Arial" w:cs="Arial"/>
                      <w:color w:val="F2DBDB" w:themeColor="accent2" w:themeTint="33"/>
                      <w:sz w:val="22"/>
                      <w:szCs w:val="22"/>
                    </w:rPr>
                    <w:t xml:space="preserve">. </w:t>
                  </w:r>
                </w:p>
                <w:p w:rsidR="008C0040" w:rsidRPr="008C0040" w:rsidRDefault="008C0040">
                  <w:pPr>
                    <w:rPr>
                      <w:color w:val="E5B8B7" w:themeColor="accent2" w:themeTint="66"/>
                      <w:sz w:val="22"/>
                      <w:szCs w:val="22"/>
                    </w:rPr>
                  </w:pPr>
                  <w:r w:rsidRPr="008C0040">
                    <w:rPr>
                      <w:color w:val="E5B8B7" w:themeColor="accent2" w:themeTint="66"/>
                      <w:sz w:val="22"/>
                      <w:szCs w:val="22"/>
                    </w:rPr>
                    <w:t xml:space="preserve">What obstacles did she have to overcome? </w:t>
                  </w:r>
                </w:p>
                <w:p w:rsidR="008C0040" w:rsidRPr="008C0040" w:rsidRDefault="008C0040">
                  <w:pPr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</w:pPr>
                  <w:r w:rsidRPr="008C0040"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  <w:t>Hadid constantly had to compete with other architects and designers with her artistic architectural designs.</w:t>
                  </w:r>
                </w:p>
                <w:p w:rsidR="008C0040" w:rsidRPr="008C0040" w:rsidRDefault="008C0040">
                  <w:pPr>
                    <w:rPr>
                      <w:color w:val="E5B8B7" w:themeColor="accent2" w:themeTint="66"/>
                      <w:sz w:val="22"/>
                      <w:szCs w:val="22"/>
                    </w:rPr>
                  </w:pPr>
                  <w:r w:rsidRPr="008C0040">
                    <w:rPr>
                      <w:color w:val="E5B8B7" w:themeColor="accent2" w:themeTint="66"/>
                      <w:sz w:val="22"/>
                      <w:szCs w:val="22"/>
                    </w:rPr>
                    <w:t>What helped her along the way?</w:t>
                  </w:r>
                </w:p>
                <w:p w:rsidR="008C0040" w:rsidRPr="008C0040" w:rsidRDefault="008C0040">
                  <w:pPr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</w:pPr>
                  <w:r w:rsidRPr="008C0040"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  <w:t>Hadid has had much help on her way to the top. Her studies in the architectural lifestyle have helped her win many awards.</w:t>
                  </w:r>
                </w:p>
                <w:p w:rsidR="008C0040" w:rsidRPr="008C0040" w:rsidRDefault="008C0040">
                  <w:pPr>
                    <w:rPr>
                      <w:color w:val="E5B8B7" w:themeColor="accent2" w:themeTint="66"/>
                      <w:sz w:val="22"/>
                      <w:szCs w:val="22"/>
                    </w:rPr>
                  </w:pPr>
                  <w:r w:rsidRPr="008C0040">
                    <w:rPr>
                      <w:color w:val="E5B8B7" w:themeColor="accent2" w:themeTint="66"/>
                      <w:sz w:val="22"/>
                      <w:szCs w:val="22"/>
                    </w:rPr>
                    <w:t>What were the lasting effects of her achievements?</w:t>
                  </w:r>
                </w:p>
                <w:p w:rsidR="008C0040" w:rsidRPr="008C0040" w:rsidRDefault="008C0040" w:rsidP="00D04B13">
                  <w:pPr>
                    <w:pStyle w:val="Heading2"/>
                    <w:rPr>
                      <w:rFonts w:asciiTheme="minorHAnsi" w:hAnsiTheme="minorHAnsi"/>
                      <w:color w:val="F2DBDB" w:themeColor="accent2" w:themeTint="33"/>
                      <w:sz w:val="22"/>
                      <w:szCs w:val="22"/>
                    </w:rPr>
                  </w:pPr>
                  <w:r w:rsidRPr="008C0040">
                    <w:rPr>
                      <w:rFonts w:asciiTheme="minorHAnsi" w:hAnsiTheme="minorHAnsi"/>
                      <w:color w:val="F2DBDB" w:themeColor="accent2" w:themeTint="33"/>
                      <w:sz w:val="22"/>
                      <w:szCs w:val="22"/>
                    </w:rPr>
                    <w:t xml:space="preserve">Hadid has become the first women in history to receive the Pritzker Architecture Prize. </w:t>
                  </w:r>
                </w:p>
                <w:p w:rsidR="008C0040" w:rsidRPr="008C0040" w:rsidRDefault="008C0040">
                  <w:pPr>
                    <w:rPr>
                      <w:color w:val="E5B8B7" w:themeColor="accent2" w:themeTint="66"/>
                      <w:sz w:val="22"/>
                      <w:szCs w:val="22"/>
                    </w:rPr>
                  </w:pPr>
                  <w:r w:rsidRPr="008C0040">
                    <w:rPr>
                      <w:color w:val="E5B8B7" w:themeColor="accent2" w:themeTint="66"/>
                      <w:sz w:val="22"/>
                      <w:szCs w:val="22"/>
                    </w:rPr>
                    <w:t xml:space="preserve">What something special do you want to tell me about her? </w:t>
                  </w:r>
                </w:p>
                <w:p w:rsidR="008C0040" w:rsidRPr="008C0040" w:rsidRDefault="008C0040">
                  <w:pPr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</w:pPr>
                  <w:r w:rsidRPr="008C0040"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  <w:t>This woman is a great role model to all young architects whether they are men or women.</w:t>
                  </w:r>
                </w:p>
              </w:txbxContent>
            </v:textbox>
          </v:shape>
        </w:pict>
      </w:r>
      <w:r w:rsidRPr="008C0040">
        <w:rPr>
          <w:noProof/>
          <w:color w:val="632423" w:themeColor="accent2" w:themeShade="80"/>
          <w:lang w:eastAsia="zh-TW"/>
        </w:rPr>
        <w:pict>
          <v:shape id="_x0000_s1033" type="#_x0000_t202" style="position:absolute;margin-left:-41.95pt;margin-top:15.2pt;width:248.95pt;height:261pt;z-index:251662336;mso-width-relative:margin;mso-height-relative:margin" fillcolor="#943634 [2405]">
            <v:textbox>
              <w:txbxContent>
                <w:p w:rsidR="008C0040" w:rsidRDefault="008C0040" w:rsidP="00D04B13">
                  <w:pPr>
                    <w:jc w:val="center"/>
                  </w:pPr>
                  <w:r w:rsidRPr="00927A96">
                    <w:rPr>
                      <w:noProof/>
                    </w:rPr>
                    <w:drawing>
                      <wp:inline distT="0" distB="0" distL="0" distR="0">
                        <wp:extent cx="3166980" cy="1905000"/>
                        <wp:effectExtent l="19050" t="0" r="0" b="0"/>
                        <wp:docPr id="7" name="Picture 0" descr="hadidcinnap37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hadidcinnap372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60222" cy="19009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C0040" w:rsidRPr="006357FA" w:rsidRDefault="008C0040" w:rsidP="00D04B13">
                  <w:pPr>
                    <w:jc w:val="center"/>
                    <w:rPr>
                      <w:rFonts w:ascii="Arial" w:hAnsi="Arial" w:cs="Arial"/>
                      <w:b/>
                      <w:color w:val="E5B8B7" w:themeColor="accent2" w:themeTint="66"/>
                      <w:sz w:val="28"/>
                      <w:szCs w:val="28"/>
                    </w:rPr>
                  </w:pPr>
                </w:p>
                <w:p w:rsidR="008C0040" w:rsidRPr="008C0040" w:rsidRDefault="008C0040" w:rsidP="00D04B13">
                  <w:pPr>
                    <w:jc w:val="center"/>
                    <w:rPr>
                      <w:rFonts w:asciiTheme="minorHAnsi" w:hAnsiTheme="minorHAnsi"/>
                      <w:b/>
                      <w:color w:val="632423" w:themeColor="accent2" w:themeShade="80"/>
                      <w:sz w:val="28"/>
                      <w:szCs w:val="28"/>
                    </w:rPr>
                  </w:pPr>
                  <w:r w:rsidRPr="006357FA">
                    <w:rPr>
                      <w:rFonts w:asciiTheme="minorHAnsi" w:hAnsiTheme="minorHAnsi" w:cs="Arial"/>
                      <w:b/>
                      <w:color w:val="E5B8B7" w:themeColor="accent2" w:themeTint="66"/>
                      <w:sz w:val="28"/>
                      <w:szCs w:val="28"/>
                    </w:rPr>
                    <w:t>Zaha Hadid is an architect who thoroughly passes the boundaries of architecture and urban design</w:t>
                  </w:r>
                  <w:r w:rsidRPr="008C0040">
                    <w:rPr>
                      <w:rFonts w:asciiTheme="minorHAnsi" w:hAnsiTheme="minorHAnsi" w:cs="Arial"/>
                      <w:b/>
                      <w:color w:val="632423" w:themeColor="accent2" w:themeShade="80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205A46">
      <w:pPr>
        <w:rPr>
          <w:b/>
          <w:bCs/>
          <w:color w:val="632423" w:themeColor="accent2" w:themeShade="80"/>
          <w:sz w:val="28"/>
        </w:rPr>
      </w:pPr>
      <w:r w:rsidRPr="008C0040">
        <w:rPr>
          <w:b/>
          <w:bCs/>
          <w:color w:val="632423" w:themeColor="accent2" w:themeShade="80"/>
          <w:sz w:val="28"/>
        </w:rPr>
        <w:t xml:space="preserve">                                                                    </w:t>
      </w: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1931D1">
      <w:pPr>
        <w:rPr>
          <w:b/>
          <w:bCs/>
          <w:color w:val="632423" w:themeColor="accent2" w:themeShade="80"/>
          <w:sz w:val="28"/>
        </w:rPr>
      </w:pPr>
    </w:p>
    <w:p w:rsidR="001931D1" w:rsidRPr="008C0040" w:rsidRDefault="00205A46">
      <w:pPr>
        <w:rPr>
          <w:b/>
          <w:bCs/>
          <w:color w:val="632423" w:themeColor="accent2" w:themeShade="80"/>
          <w:sz w:val="28"/>
        </w:rPr>
      </w:pPr>
      <w:r w:rsidRPr="008C0040">
        <w:rPr>
          <w:b/>
          <w:bCs/>
          <w:color w:val="632423" w:themeColor="accent2" w:themeShade="80"/>
          <w:sz w:val="28"/>
        </w:rPr>
        <w:t>SECOND WOMAN’S NAME IS</w:t>
      </w:r>
      <w:r w:rsidR="00553D44" w:rsidRPr="008C0040">
        <w:rPr>
          <w:b/>
          <w:bCs/>
          <w:color w:val="632423" w:themeColor="accent2" w:themeShade="80"/>
          <w:sz w:val="28"/>
        </w:rPr>
        <w:t xml:space="preserve">: </w:t>
      </w:r>
      <w:r w:rsidR="00553D44" w:rsidRPr="008C0040">
        <w:rPr>
          <w:b/>
          <w:bCs/>
          <w:color w:val="632423" w:themeColor="accent2" w:themeShade="80"/>
          <w:sz w:val="28"/>
          <w:u w:val="single"/>
        </w:rPr>
        <w:t>Elizabeth</w:t>
      </w:r>
      <w:r w:rsidR="00FA0916" w:rsidRPr="008C0040">
        <w:rPr>
          <w:b/>
          <w:bCs/>
          <w:color w:val="632423" w:themeColor="accent2" w:themeShade="80"/>
          <w:sz w:val="28"/>
          <w:u w:val="single"/>
        </w:rPr>
        <w:t xml:space="preserve"> Ayer</w:t>
      </w:r>
    </w:p>
    <w:p w:rsidR="001931D1" w:rsidRPr="008C0040" w:rsidRDefault="00087F79">
      <w:pPr>
        <w:rPr>
          <w:b/>
          <w:bCs/>
          <w:color w:val="632423" w:themeColor="accent2" w:themeShade="80"/>
          <w:sz w:val="28"/>
        </w:rPr>
      </w:pPr>
      <w:r w:rsidRPr="008C0040">
        <w:rPr>
          <w:b/>
          <w:bCs/>
          <w:noProof/>
          <w:color w:val="632423" w:themeColor="accent2" w:themeShade="80"/>
          <w:sz w:val="28"/>
          <w:lang w:eastAsia="zh-TW"/>
        </w:rPr>
        <w:pict>
          <v:shape id="_x0000_s1036" type="#_x0000_t202" style="position:absolute;margin-left:-46.55pt;margin-top:10.05pt;width:253.55pt;height:256.1pt;z-index:251664384;mso-width-relative:margin;mso-height-relative:margin" fillcolor="#943634 [2405]">
            <v:textbox>
              <w:txbxContent>
                <w:p w:rsidR="008C0040" w:rsidRDefault="008C004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color w:val="666666"/>
                      <w:sz w:val="16"/>
                      <w:szCs w:val="16"/>
                    </w:rPr>
                    <w:drawing>
                      <wp:inline distT="0" distB="0" distL="0" distR="0">
                        <wp:extent cx="1851656" cy="1319842"/>
                        <wp:effectExtent l="19050" t="0" r="0" b="0"/>
                        <wp:docPr id="5" name="Picture 4" descr="http://www.historylink.org/db_images/Ayers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historylink.org/db_images/Ayers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48112" cy="13173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434816">
                    <w:rPr>
                      <w:noProof/>
                    </w:rPr>
                    <w:drawing>
                      <wp:inline distT="0" distB="0" distL="0" distR="0">
                        <wp:extent cx="1072792" cy="1388853"/>
                        <wp:effectExtent l="19050" t="0" r="0" b="0"/>
                        <wp:docPr id="6" name="Picture 1" descr="http://www.historylink.org/db_images/AyerDWW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historylink.org/db_images/AyerDWW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lum bright="-2000" contrast="25000"/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5481" cy="13923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C0040" w:rsidRDefault="008C0040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  <w:p w:rsidR="008C0040" w:rsidRPr="006357FA" w:rsidRDefault="008C0040" w:rsidP="00353E3E">
                  <w:pPr>
                    <w:jc w:val="center"/>
                    <w:rPr>
                      <w:color w:val="E5B8B7" w:themeColor="accent2" w:themeTint="66"/>
                      <w:sz w:val="28"/>
                      <w:szCs w:val="28"/>
                    </w:rPr>
                  </w:pPr>
                </w:p>
                <w:p w:rsidR="008C0040" w:rsidRPr="006357FA" w:rsidRDefault="008C0040" w:rsidP="00353E3E">
                  <w:pPr>
                    <w:jc w:val="center"/>
                    <w:rPr>
                      <w:rFonts w:asciiTheme="minorHAnsi" w:hAnsiTheme="minorHAnsi"/>
                      <w:b/>
                      <w:color w:val="31849B" w:themeColor="accent5" w:themeShade="BF"/>
                      <w:sz w:val="28"/>
                      <w:szCs w:val="28"/>
                    </w:rPr>
                  </w:pPr>
                  <w:r w:rsidRPr="006357FA">
                    <w:rPr>
                      <w:rFonts w:asciiTheme="minorHAnsi" w:hAnsiTheme="minorHAnsi"/>
                      <w:b/>
                      <w:color w:val="E5B8B7" w:themeColor="accent2" w:themeTint="66"/>
                      <w:sz w:val="28"/>
                      <w:szCs w:val="28"/>
                    </w:rPr>
                    <w:t>Elizabeth Ayer was the first female graduate of the University of Washington's architecture program</w:t>
                  </w:r>
                  <w:r w:rsidRPr="006357FA">
                    <w:rPr>
                      <w:rFonts w:asciiTheme="minorHAnsi" w:hAnsiTheme="minorHAnsi"/>
                      <w:b/>
                      <w:color w:val="31849B" w:themeColor="accent5" w:themeShade="BF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 w:rsidRPr="008C0040">
        <w:rPr>
          <w:b/>
          <w:bCs/>
          <w:noProof/>
          <w:color w:val="632423" w:themeColor="accent2" w:themeShade="80"/>
          <w:sz w:val="20"/>
        </w:rPr>
        <w:pict>
          <v:shape id="_x0000_s1031" type="#_x0000_t202" style="position:absolute;margin-left:3in;margin-top:10.05pt;width:252pt;height:256.1pt;z-index:251659264" fillcolor="#943634 [2405]">
            <v:textbox>
              <w:txbxContent>
                <w:p w:rsidR="008C0040" w:rsidRPr="006357FA" w:rsidRDefault="008C0040" w:rsidP="00205A46">
                  <w:pPr>
                    <w:ind w:right="-1020"/>
                    <w:rPr>
                      <w:color w:val="E5B8B7" w:themeColor="accent2" w:themeTint="66"/>
                      <w:sz w:val="22"/>
                      <w:szCs w:val="22"/>
                    </w:rPr>
                  </w:pPr>
                  <w:r w:rsidRPr="006357FA">
                    <w:rPr>
                      <w:color w:val="E5B8B7" w:themeColor="accent2" w:themeTint="66"/>
                      <w:sz w:val="22"/>
                      <w:szCs w:val="22"/>
                    </w:rPr>
                    <w:t xml:space="preserve">Cite important information about her </w:t>
                  </w:r>
                </w:p>
                <w:p w:rsidR="008C0040" w:rsidRPr="006357FA" w:rsidRDefault="008C0040" w:rsidP="00205A46">
                  <w:pPr>
                    <w:ind w:right="-1020"/>
                    <w:rPr>
                      <w:color w:val="E5B8B7" w:themeColor="accent2" w:themeTint="66"/>
                      <w:sz w:val="22"/>
                      <w:szCs w:val="22"/>
                    </w:rPr>
                  </w:pPr>
                  <w:proofErr w:type="gramStart"/>
                  <w:r w:rsidRPr="006357FA">
                    <w:rPr>
                      <w:color w:val="E5B8B7" w:themeColor="accent2" w:themeTint="66"/>
                      <w:sz w:val="22"/>
                      <w:szCs w:val="22"/>
                    </w:rPr>
                    <w:t>accomplishment</w:t>
                  </w:r>
                  <w:proofErr w:type="gramEnd"/>
                  <w:r w:rsidRPr="006357FA">
                    <w:rPr>
                      <w:color w:val="E5B8B7" w:themeColor="accent2" w:themeTint="66"/>
                      <w:sz w:val="22"/>
                      <w:szCs w:val="22"/>
                    </w:rPr>
                    <w:t xml:space="preserve"> – when, where, how, etc.?</w:t>
                  </w:r>
                </w:p>
                <w:p w:rsidR="008C0040" w:rsidRPr="006357FA" w:rsidRDefault="008C0040" w:rsidP="00205A46">
                  <w:pPr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</w:pPr>
                  <w:r w:rsidRPr="006357FA"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  <w:t>Elizabeth Ayer was the first woman to graduate from the University’s of Washington’s architectural program.</w:t>
                  </w:r>
                </w:p>
                <w:p w:rsidR="008C0040" w:rsidRPr="006357FA" w:rsidRDefault="008C0040" w:rsidP="00205A46">
                  <w:pPr>
                    <w:rPr>
                      <w:color w:val="E5B8B7" w:themeColor="accent2" w:themeTint="66"/>
                      <w:sz w:val="22"/>
                      <w:szCs w:val="22"/>
                    </w:rPr>
                  </w:pPr>
                  <w:r w:rsidRPr="006357FA">
                    <w:rPr>
                      <w:color w:val="E5B8B7" w:themeColor="accent2" w:themeTint="66"/>
                      <w:sz w:val="22"/>
                      <w:szCs w:val="22"/>
                    </w:rPr>
                    <w:t xml:space="preserve">What obstacles did she have to overcome? </w:t>
                  </w:r>
                </w:p>
                <w:p w:rsidR="008C0040" w:rsidRPr="006357FA" w:rsidRDefault="008C0040" w:rsidP="00205A46">
                  <w:pPr>
                    <w:rPr>
                      <w:rFonts w:asciiTheme="minorHAnsi" w:hAnsiTheme="minorHAnsi"/>
                      <w:color w:val="F2DBDB" w:themeColor="accent2" w:themeTint="33"/>
                      <w:sz w:val="22"/>
                      <w:szCs w:val="22"/>
                    </w:rPr>
                  </w:pPr>
                  <w:r w:rsidRPr="006357FA"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  <w:t>Ayer had to deal with low commission and many different offices during her career</w:t>
                  </w:r>
                  <w:r w:rsidRPr="006357FA">
                    <w:rPr>
                      <w:rFonts w:asciiTheme="minorHAnsi" w:hAnsiTheme="minorHAnsi"/>
                      <w:color w:val="F2DBDB" w:themeColor="accent2" w:themeTint="33"/>
                      <w:sz w:val="22"/>
                      <w:szCs w:val="22"/>
                    </w:rPr>
                    <w:t>.</w:t>
                  </w:r>
                </w:p>
                <w:p w:rsidR="008C0040" w:rsidRPr="006357FA" w:rsidRDefault="008C0040" w:rsidP="00205A46">
                  <w:pPr>
                    <w:rPr>
                      <w:color w:val="E5B8B7" w:themeColor="accent2" w:themeTint="66"/>
                      <w:sz w:val="22"/>
                      <w:szCs w:val="22"/>
                    </w:rPr>
                  </w:pPr>
                  <w:r w:rsidRPr="006357FA">
                    <w:rPr>
                      <w:color w:val="E5B8B7" w:themeColor="accent2" w:themeTint="66"/>
                      <w:sz w:val="22"/>
                      <w:szCs w:val="22"/>
                    </w:rPr>
                    <w:t>What helped her along the way?</w:t>
                  </w:r>
                </w:p>
                <w:p w:rsidR="008C0040" w:rsidRPr="006357FA" w:rsidRDefault="008C0040" w:rsidP="00205A46">
                  <w:pPr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</w:pPr>
                  <w:r w:rsidRPr="006357FA"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  <w:t>Ayer gained a secure job with the Ivey &amp; Riley firm, and connections with well known architects.</w:t>
                  </w:r>
                </w:p>
                <w:p w:rsidR="008C0040" w:rsidRPr="006357FA" w:rsidRDefault="008C0040" w:rsidP="00205A46">
                  <w:pPr>
                    <w:rPr>
                      <w:color w:val="E5B8B7" w:themeColor="accent2" w:themeTint="66"/>
                      <w:sz w:val="22"/>
                      <w:szCs w:val="22"/>
                    </w:rPr>
                  </w:pPr>
                  <w:r w:rsidRPr="006357FA">
                    <w:rPr>
                      <w:color w:val="E5B8B7" w:themeColor="accent2" w:themeTint="66"/>
                      <w:sz w:val="22"/>
                      <w:szCs w:val="22"/>
                    </w:rPr>
                    <w:t>What were the lasting effects of her achievements?</w:t>
                  </w:r>
                </w:p>
                <w:p w:rsidR="008C0040" w:rsidRPr="006357FA" w:rsidRDefault="008C0040" w:rsidP="00205A46">
                  <w:pPr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</w:pPr>
                  <w:r w:rsidRPr="006357FA">
                    <w:rPr>
                      <w:rFonts w:asciiTheme="minorHAnsi" w:hAnsiTheme="minorHAnsi"/>
                      <w:b/>
                      <w:color w:val="F2DBDB" w:themeColor="accent2" w:themeTint="33"/>
                      <w:sz w:val="20"/>
                      <w:szCs w:val="20"/>
                    </w:rPr>
                    <w:t xml:space="preserve">The Ayer &amp; Lamping firm produced many houses of various styles that still stand today. </w:t>
                  </w:r>
                </w:p>
                <w:p w:rsidR="008C0040" w:rsidRPr="006357FA" w:rsidRDefault="008C0040" w:rsidP="00205A46">
                  <w:pPr>
                    <w:rPr>
                      <w:color w:val="E5B8B7" w:themeColor="accent2" w:themeTint="66"/>
                      <w:sz w:val="22"/>
                      <w:szCs w:val="22"/>
                    </w:rPr>
                  </w:pPr>
                  <w:r w:rsidRPr="006357FA">
                    <w:rPr>
                      <w:color w:val="E5B8B7" w:themeColor="accent2" w:themeTint="66"/>
                      <w:sz w:val="22"/>
                      <w:szCs w:val="22"/>
                    </w:rPr>
                    <w:t xml:space="preserve">What something special do you want to tell me about her? </w:t>
                  </w:r>
                </w:p>
                <w:p w:rsidR="008C0040" w:rsidRPr="006357FA" w:rsidRDefault="008C0040" w:rsidP="00205A46">
                  <w:pPr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</w:pPr>
                  <w:r w:rsidRPr="006357FA">
                    <w:rPr>
                      <w:rFonts w:asciiTheme="minorHAnsi" w:hAnsiTheme="minorHAnsi"/>
                      <w:b/>
                      <w:color w:val="F2DBDB" w:themeColor="accent2" w:themeTint="33"/>
                      <w:sz w:val="22"/>
                      <w:szCs w:val="22"/>
                    </w:rPr>
                    <w:t>Ayer used an antique style to design her houses, which provides much enjoyment to the people who see them.</w:t>
                  </w:r>
                </w:p>
              </w:txbxContent>
            </v:textbox>
          </v:shape>
        </w:pict>
      </w:r>
    </w:p>
    <w:p w:rsidR="00C90E25" w:rsidRPr="008C0040" w:rsidRDefault="00C90E25">
      <w:pPr>
        <w:rPr>
          <w:b/>
          <w:bCs/>
          <w:color w:val="632423" w:themeColor="accent2" w:themeShade="80"/>
          <w:sz w:val="28"/>
        </w:rPr>
      </w:pPr>
    </w:p>
    <w:p w:rsidR="00434816" w:rsidRPr="008C0040" w:rsidRDefault="00434816">
      <w:pPr>
        <w:rPr>
          <w:b/>
          <w:bCs/>
          <w:color w:val="632423" w:themeColor="accent2" w:themeShade="80"/>
          <w:sz w:val="28"/>
        </w:rPr>
      </w:pPr>
    </w:p>
    <w:p w:rsidR="00434816" w:rsidRPr="008C0040" w:rsidRDefault="00434816">
      <w:pPr>
        <w:rPr>
          <w:b/>
          <w:bCs/>
          <w:color w:val="632423" w:themeColor="accent2" w:themeShade="80"/>
          <w:sz w:val="28"/>
        </w:rPr>
      </w:pPr>
    </w:p>
    <w:p w:rsidR="00C90E25" w:rsidRPr="008C0040" w:rsidRDefault="00C90E25">
      <w:pPr>
        <w:rPr>
          <w:b/>
          <w:bCs/>
          <w:color w:val="632423" w:themeColor="accent2" w:themeShade="80"/>
          <w:sz w:val="28"/>
        </w:rPr>
      </w:pPr>
    </w:p>
    <w:p w:rsidR="00C90E25" w:rsidRPr="008C0040" w:rsidRDefault="00C90E25">
      <w:pPr>
        <w:rPr>
          <w:b/>
          <w:bCs/>
          <w:color w:val="632423" w:themeColor="accent2" w:themeShade="80"/>
          <w:sz w:val="28"/>
        </w:rPr>
      </w:pPr>
    </w:p>
    <w:p w:rsidR="00C90E25" w:rsidRPr="008C0040" w:rsidRDefault="00C90E25">
      <w:pPr>
        <w:rPr>
          <w:b/>
          <w:bCs/>
          <w:color w:val="632423" w:themeColor="accent2" w:themeShade="80"/>
          <w:sz w:val="28"/>
        </w:rPr>
      </w:pPr>
    </w:p>
    <w:p w:rsidR="00C90E25" w:rsidRPr="008C0040" w:rsidRDefault="00C90E25">
      <w:pPr>
        <w:rPr>
          <w:b/>
          <w:bCs/>
          <w:color w:val="632423" w:themeColor="accent2" w:themeShade="80"/>
          <w:sz w:val="28"/>
        </w:rPr>
      </w:pPr>
    </w:p>
    <w:p w:rsidR="00C90E25" w:rsidRPr="008C0040" w:rsidRDefault="00C90E25">
      <w:pPr>
        <w:rPr>
          <w:b/>
          <w:bCs/>
          <w:color w:val="632423" w:themeColor="accent2" w:themeShade="80"/>
          <w:sz w:val="28"/>
        </w:rPr>
      </w:pPr>
    </w:p>
    <w:p w:rsidR="00C90E25" w:rsidRPr="008C0040" w:rsidRDefault="00C90E25">
      <w:pPr>
        <w:rPr>
          <w:b/>
          <w:bCs/>
          <w:color w:val="632423" w:themeColor="accent2" w:themeShade="80"/>
          <w:sz w:val="28"/>
        </w:rPr>
      </w:pPr>
    </w:p>
    <w:p w:rsidR="00C90E25" w:rsidRPr="008C0040" w:rsidRDefault="00C90E25">
      <w:pPr>
        <w:rPr>
          <w:b/>
          <w:bCs/>
          <w:color w:val="632423" w:themeColor="accent2" w:themeShade="80"/>
          <w:sz w:val="28"/>
        </w:rPr>
      </w:pPr>
    </w:p>
    <w:p w:rsidR="00C90E25" w:rsidRPr="008C0040" w:rsidRDefault="00C90E25">
      <w:pPr>
        <w:rPr>
          <w:b/>
          <w:bCs/>
          <w:color w:val="632423" w:themeColor="accent2" w:themeShade="80"/>
          <w:sz w:val="28"/>
        </w:rPr>
      </w:pPr>
    </w:p>
    <w:p w:rsidR="00C90E25" w:rsidRPr="008C0040" w:rsidRDefault="00C90E25">
      <w:pPr>
        <w:rPr>
          <w:b/>
          <w:bCs/>
          <w:color w:val="632423" w:themeColor="accent2" w:themeShade="80"/>
          <w:sz w:val="28"/>
        </w:rPr>
      </w:pPr>
    </w:p>
    <w:p w:rsidR="00C90E25" w:rsidRPr="008C0040" w:rsidRDefault="00C90E25">
      <w:pPr>
        <w:rPr>
          <w:b/>
          <w:bCs/>
          <w:color w:val="632423" w:themeColor="accent2" w:themeShade="80"/>
          <w:sz w:val="28"/>
        </w:rPr>
      </w:pPr>
    </w:p>
    <w:p w:rsidR="006357FA" w:rsidRPr="008C0040" w:rsidRDefault="006357FA" w:rsidP="006357FA">
      <w:pPr>
        <w:jc w:val="center"/>
        <w:rPr>
          <w:rFonts w:ascii="Trebuchet MS" w:hAnsi="Trebuchet MS"/>
          <w:color w:val="632423" w:themeColor="accent2" w:themeShade="80"/>
          <w:u w:val="single"/>
        </w:rPr>
      </w:pPr>
      <w:r w:rsidRPr="008C0040">
        <w:rPr>
          <w:rFonts w:ascii="Trebuchet MS" w:hAnsi="Trebuchet MS"/>
          <w:color w:val="632423" w:themeColor="accent2" w:themeShade="80"/>
          <w:u w:val="single"/>
        </w:rPr>
        <w:lastRenderedPageBreak/>
        <w:t>Works Cited</w:t>
      </w:r>
    </w:p>
    <w:p w:rsidR="006357FA" w:rsidRPr="008C0040" w:rsidRDefault="006357FA" w:rsidP="006357FA">
      <w:pPr>
        <w:jc w:val="center"/>
        <w:rPr>
          <w:rFonts w:ascii="Trebuchet MS" w:hAnsi="Trebuchet MS"/>
          <w:color w:val="632423" w:themeColor="accent2" w:themeShade="80"/>
          <w:u w:val="single"/>
        </w:rPr>
      </w:pPr>
    </w:p>
    <w:p w:rsidR="006357FA" w:rsidRPr="008C0040" w:rsidRDefault="006357FA" w:rsidP="006357FA">
      <w:pPr>
        <w:jc w:val="center"/>
        <w:rPr>
          <w:rFonts w:ascii="Trebuchet MS" w:hAnsi="Trebuchet MS"/>
          <w:color w:val="632423" w:themeColor="accent2" w:themeShade="80"/>
          <w:u w:val="single"/>
        </w:rPr>
      </w:pPr>
    </w:p>
    <w:p w:rsidR="006357FA" w:rsidRPr="008C0040" w:rsidRDefault="006357FA" w:rsidP="006357FA">
      <w:pPr>
        <w:pStyle w:val="ListParagraph"/>
        <w:numPr>
          <w:ilvl w:val="0"/>
          <w:numId w:val="4"/>
        </w:numPr>
        <w:rPr>
          <w:rFonts w:ascii="Trebuchet MS" w:hAnsi="Trebuchet MS"/>
          <w:color w:val="632423" w:themeColor="accent2" w:themeShade="80"/>
          <w:u w:val="single"/>
        </w:rPr>
      </w:pPr>
      <w:r w:rsidRPr="008C0040">
        <w:rPr>
          <w:rFonts w:ascii="Trebuchet MS" w:hAnsi="Trebuchet MS"/>
          <w:color w:val="632423" w:themeColor="accent2" w:themeShade="80"/>
        </w:rPr>
        <w:t xml:space="preserve">"Lynn Barber meets Zaha Hadid | Life and style | The Observer." </w:t>
      </w:r>
      <w:r w:rsidRPr="008C0040">
        <w:rPr>
          <w:rFonts w:ascii="Trebuchet MS" w:hAnsi="Trebuchet MS"/>
          <w:color w:val="632423" w:themeColor="accent2" w:themeShade="80"/>
          <w:u w:val="single"/>
        </w:rPr>
        <w:t>Latest news</w:t>
      </w:r>
      <w:proofErr w:type="gramStart"/>
      <w:r w:rsidRPr="008C0040">
        <w:rPr>
          <w:rFonts w:ascii="Trebuchet MS" w:hAnsi="Trebuchet MS"/>
          <w:color w:val="632423" w:themeColor="accent2" w:themeShade="80"/>
          <w:u w:val="single"/>
        </w:rPr>
        <w:t>,  sport</w:t>
      </w:r>
      <w:proofErr w:type="gramEnd"/>
      <w:r w:rsidRPr="008C0040">
        <w:rPr>
          <w:rFonts w:ascii="Trebuchet MS" w:hAnsi="Trebuchet MS"/>
          <w:color w:val="632423" w:themeColor="accent2" w:themeShade="80"/>
          <w:u w:val="single"/>
        </w:rPr>
        <w:t>, business, comment and reviews from the Guardian | guardian.co.uk</w:t>
      </w:r>
      <w:r w:rsidRPr="008C0040">
        <w:rPr>
          <w:rFonts w:ascii="Trebuchet MS" w:hAnsi="Trebuchet MS"/>
          <w:color w:val="632423" w:themeColor="accent2" w:themeShade="80"/>
        </w:rPr>
        <w:t>. 25 Mar. 2009 &lt;http://www.guardian.co.uk/lifeandstyle/2008/mar/09/women.architecture&gt;.</w:t>
      </w:r>
    </w:p>
    <w:p w:rsidR="006357FA" w:rsidRPr="008C0040" w:rsidRDefault="006357FA" w:rsidP="006357FA">
      <w:pPr>
        <w:rPr>
          <w:rFonts w:asciiTheme="minorHAnsi" w:hAnsiTheme="minorHAnsi"/>
          <w:color w:val="632423" w:themeColor="accent2" w:themeShade="80"/>
          <w:sz w:val="28"/>
          <w:szCs w:val="28"/>
        </w:rPr>
      </w:pPr>
    </w:p>
    <w:p w:rsidR="006357FA" w:rsidRPr="008C0040" w:rsidRDefault="006357FA" w:rsidP="006357FA">
      <w:pPr>
        <w:pStyle w:val="ListParagraph"/>
        <w:numPr>
          <w:ilvl w:val="0"/>
          <w:numId w:val="4"/>
        </w:numPr>
        <w:spacing w:line="300" w:lineRule="atLeast"/>
        <w:rPr>
          <w:rFonts w:ascii="Trebuchet MS" w:hAnsi="Trebuchet MS"/>
          <w:color w:val="632423" w:themeColor="accent2" w:themeShade="80"/>
        </w:rPr>
      </w:pPr>
      <w:r w:rsidRPr="008C0040">
        <w:rPr>
          <w:rFonts w:ascii="Trebuchet MS" w:hAnsi="Trebuchet MS"/>
          <w:color w:val="632423" w:themeColor="accent2" w:themeShade="80"/>
        </w:rPr>
        <w:t xml:space="preserve">Zaha Hadid -." </w:t>
      </w:r>
      <w:r w:rsidRPr="008C0040">
        <w:rPr>
          <w:rFonts w:ascii="Trebuchet MS" w:hAnsi="Trebuchet MS"/>
          <w:color w:val="632423" w:themeColor="accent2" w:themeShade="80"/>
          <w:u w:val="single"/>
        </w:rPr>
        <w:t>Wikipedia, the free encyclopedia</w:t>
      </w:r>
      <w:r w:rsidRPr="008C0040">
        <w:rPr>
          <w:rFonts w:ascii="Trebuchet MS" w:hAnsi="Trebuchet MS"/>
          <w:color w:val="632423" w:themeColor="accent2" w:themeShade="80"/>
        </w:rPr>
        <w:t>. 27 Mar. 2009 &lt;http://en.wikipedia.org/wiki/Zaha_Hadid&gt;.</w:t>
      </w:r>
    </w:p>
    <w:p w:rsidR="006357FA" w:rsidRPr="008C0040" w:rsidRDefault="006357FA" w:rsidP="006357FA">
      <w:pPr>
        <w:rPr>
          <w:rFonts w:ascii="Trebuchet MS" w:hAnsi="Trebuchet MS"/>
          <w:color w:val="632423" w:themeColor="accent2" w:themeShade="80"/>
        </w:rPr>
      </w:pPr>
    </w:p>
    <w:p w:rsidR="006357FA" w:rsidRPr="008C0040" w:rsidRDefault="006357FA" w:rsidP="006357FA">
      <w:pPr>
        <w:rPr>
          <w:rFonts w:ascii="Trebuchet MS" w:hAnsi="Trebuchet MS"/>
          <w:color w:val="632423" w:themeColor="accent2" w:themeShade="80"/>
        </w:rPr>
      </w:pPr>
    </w:p>
    <w:p w:rsidR="006357FA" w:rsidRPr="008C0040" w:rsidRDefault="006357FA" w:rsidP="006357FA">
      <w:pPr>
        <w:pStyle w:val="ListParagraph"/>
        <w:numPr>
          <w:ilvl w:val="0"/>
          <w:numId w:val="4"/>
        </w:numPr>
        <w:rPr>
          <w:rFonts w:ascii="Trebuchet MS" w:hAnsi="Trebuchet MS"/>
          <w:color w:val="632423" w:themeColor="accent2" w:themeShade="80"/>
        </w:rPr>
      </w:pPr>
      <w:r w:rsidRPr="008C0040">
        <w:rPr>
          <w:rFonts w:ascii="Trebuchet MS" w:hAnsi="Trebuchet MS"/>
          <w:color w:val="632423" w:themeColor="accent2" w:themeShade="80"/>
        </w:rPr>
        <w:t xml:space="preserve">"Www.DesignCommunity.com." </w:t>
      </w:r>
      <w:proofErr w:type="spellStart"/>
      <w:r w:rsidRPr="008C0040">
        <w:rPr>
          <w:rFonts w:ascii="Trebuchet MS" w:hAnsi="Trebuchet MS"/>
          <w:color w:val="632423" w:themeColor="accent2" w:themeShade="80"/>
          <w:u w:val="single"/>
        </w:rPr>
        <w:t>ArchitectureWeek</w:t>
      </w:r>
      <w:proofErr w:type="spellEnd"/>
      <w:r w:rsidRPr="008C0040">
        <w:rPr>
          <w:rFonts w:ascii="Trebuchet MS" w:hAnsi="Trebuchet MS"/>
          <w:color w:val="632423" w:themeColor="accent2" w:themeShade="80"/>
          <w:u w:val="single"/>
        </w:rPr>
        <w:t xml:space="preserve"> </w:t>
      </w:r>
      <w:proofErr w:type="spellStart"/>
      <w:r w:rsidRPr="008C0040">
        <w:rPr>
          <w:rFonts w:ascii="Trebuchet MS" w:hAnsi="Trebuchet MS"/>
          <w:color w:val="632423" w:themeColor="accent2" w:themeShade="80"/>
          <w:u w:val="single"/>
        </w:rPr>
        <w:t>DesignCommunity</w:t>
      </w:r>
      <w:proofErr w:type="spellEnd"/>
      <w:r w:rsidRPr="008C0040">
        <w:rPr>
          <w:rFonts w:ascii="Trebuchet MS" w:hAnsi="Trebuchet MS"/>
          <w:color w:val="632423" w:themeColor="accent2" w:themeShade="80"/>
          <w:u w:val="single"/>
        </w:rPr>
        <w:t xml:space="preserve"> Home</w:t>
      </w:r>
      <w:r w:rsidRPr="008C0040">
        <w:rPr>
          <w:rFonts w:ascii="Trebuchet MS" w:hAnsi="Trebuchet MS"/>
          <w:color w:val="632423" w:themeColor="accent2" w:themeShade="80"/>
        </w:rPr>
        <w:t>. 26 Mar. 2009 &lt;http://www.designcommunity.com/cgi-bin/mlk?http://www.historylink.org/output.CFM?file_ID=1721&gt;.</w:t>
      </w:r>
    </w:p>
    <w:p w:rsidR="006357FA" w:rsidRPr="008C0040" w:rsidRDefault="006357FA" w:rsidP="006357FA">
      <w:pPr>
        <w:rPr>
          <w:rFonts w:ascii="Trebuchet MS" w:hAnsi="Trebuchet MS"/>
          <w:color w:val="632423" w:themeColor="accent2" w:themeShade="80"/>
        </w:rPr>
      </w:pPr>
    </w:p>
    <w:p w:rsidR="006357FA" w:rsidRPr="008C0040" w:rsidRDefault="006357FA" w:rsidP="006357FA">
      <w:pPr>
        <w:pStyle w:val="ListParagraph"/>
        <w:numPr>
          <w:ilvl w:val="0"/>
          <w:numId w:val="4"/>
        </w:numPr>
        <w:spacing w:line="272" w:lineRule="atLeast"/>
        <w:rPr>
          <w:rFonts w:ascii="Trebuchet MS" w:hAnsi="Trebuchet MS"/>
          <w:color w:val="632423" w:themeColor="accent2" w:themeShade="80"/>
        </w:rPr>
      </w:pPr>
      <w:r w:rsidRPr="008C0040">
        <w:rPr>
          <w:rFonts w:ascii="Trebuchet MS" w:hAnsi="Trebuchet MS"/>
          <w:color w:val="632423" w:themeColor="accent2" w:themeShade="80"/>
        </w:rPr>
        <w:t xml:space="preserve">"Elizabeth Ayer -." </w:t>
      </w:r>
      <w:r w:rsidRPr="008C0040">
        <w:rPr>
          <w:rFonts w:ascii="Trebuchet MS" w:hAnsi="Trebuchet MS"/>
          <w:color w:val="632423" w:themeColor="accent2" w:themeShade="80"/>
          <w:u w:val="single"/>
        </w:rPr>
        <w:t>Wikipedia, the free encyclopedia</w:t>
      </w:r>
      <w:r w:rsidRPr="008C0040">
        <w:rPr>
          <w:rFonts w:ascii="Trebuchet MS" w:hAnsi="Trebuchet MS"/>
          <w:color w:val="632423" w:themeColor="accent2" w:themeShade="80"/>
        </w:rPr>
        <w:t>. 27 Mar. 2009 &lt;http://en.wikipedia.org/wiki/Elizabeth_Ayer&gt;.</w:t>
      </w:r>
    </w:p>
    <w:p w:rsidR="00FA0916" w:rsidRPr="008C0040" w:rsidRDefault="00FA0916">
      <w:pPr>
        <w:rPr>
          <w:b/>
          <w:bCs/>
          <w:color w:val="632423" w:themeColor="accent2" w:themeShade="80"/>
        </w:rPr>
      </w:pPr>
    </w:p>
    <w:sectPr w:rsidR="00FA0916" w:rsidRPr="008C0040" w:rsidSect="001931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7769B"/>
    <w:multiLevelType w:val="hybridMultilevel"/>
    <w:tmpl w:val="1BA04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E2150"/>
    <w:multiLevelType w:val="hybridMultilevel"/>
    <w:tmpl w:val="CDD86B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4F6095"/>
    <w:multiLevelType w:val="hybridMultilevel"/>
    <w:tmpl w:val="822E8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50E0A"/>
    <w:multiLevelType w:val="hybridMultilevel"/>
    <w:tmpl w:val="9D902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attachedTemplate r:id="rId1"/>
  <w:defaultTabStop w:val="720"/>
  <w:noPunctuationKerning/>
  <w:characterSpacingControl w:val="doNotCompress"/>
  <w:compat/>
  <w:rsids>
    <w:rsidRoot w:val="00FB53DA"/>
    <w:rsid w:val="00087F79"/>
    <w:rsid w:val="000D630B"/>
    <w:rsid w:val="001931D1"/>
    <w:rsid w:val="00205A46"/>
    <w:rsid w:val="002502F5"/>
    <w:rsid w:val="00353E3E"/>
    <w:rsid w:val="003B4A72"/>
    <w:rsid w:val="00434816"/>
    <w:rsid w:val="00553D44"/>
    <w:rsid w:val="006357FA"/>
    <w:rsid w:val="007C3DB1"/>
    <w:rsid w:val="008905ED"/>
    <w:rsid w:val="008C0040"/>
    <w:rsid w:val="00927A96"/>
    <w:rsid w:val="00A92C8C"/>
    <w:rsid w:val="00C90E25"/>
    <w:rsid w:val="00D04B13"/>
    <w:rsid w:val="00FA0916"/>
    <w:rsid w:val="00FB53DA"/>
    <w:rsid w:val="00FE4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>
      <o:colormru v:ext="edit" colors="#c4f4c4"/>
      <o:colormenu v:ext="edit" fillcolor="none [130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1D1"/>
    <w:rPr>
      <w:sz w:val="24"/>
      <w:szCs w:val="24"/>
    </w:rPr>
  </w:style>
  <w:style w:type="paragraph" w:styleId="Heading1">
    <w:name w:val="heading 1"/>
    <w:basedOn w:val="Normal"/>
    <w:next w:val="Normal"/>
    <w:qFormat/>
    <w:rsid w:val="001931D1"/>
    <w:pPr>
      <w:keepNext/>
      <w:outlineLvl w:val="0"/>
    </w:pPr>
    <w:rPr>
      <w:b/>
      <w:bCs/>
      <w:color w:val="3366FF"/>
      <w:sz w:val="28"/>
    </w:rPr>
  </w:style>
  <w:style w:type="paragraph" w:styleId="Heading2">
    <w:name w:val="heading 2"/>
    <w:basedOn w:val="Normal"/>
    <w:next w:val="Normal"/>
    <w:qFormat/>
    <w:rsid w:val="001931D1"/>
    <w:pPr>
      <w:keepNext/>
      <w:ind w:right="-900"/>
      <w:outlineLvl w:val="1"/>
    </w:pPr>
    <w:rPr>
      <w:b/>
      <w:bCs/>
      <w:color w:val="3366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931D1"/>
    <w:pPr>
      <w:jc w:val="center"/>
    </w:pPr>
    <w:rPr>
      <w:b/>
      <w:bCs/>
      <w:color w:val="3366FF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A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A9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B4A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2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5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53092936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8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9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7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24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1821539080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andav\English%20III\Projects\Grant%20Project%20%232%20-%20Student%20Folder\Trading%20Card%20-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Trading Card - Template</Template>
  <TotalTime>133</TotalTime>
  <Pages>2</Pages>
  <Words>99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CARRYING THE TORCH-CHOPIN PROJECT</vt:lpstr>
    </vt:vector>
  </TitlesOfParts>
  <Company>Sacred Heart School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CARRYING THE TORCH-CHOPIN PROJECT</dc:title>
  <dc:creator>Amanda Vidrine</dc:creator>
  <cp:lastModifiedBy>brittanym</cp:lastModifiedBy>
  <cp:revision>9</cp:revision>
  <dcterms:created xsi:type="dcterms:W3CDTF">2009-03-25T18:26:00Z</dcterms:created>
  <dcterms:modified xsi:type="dcterms:W3CDTF">2009-04-02T18:24:00Z</dcterms:modified>
</cp:coreProperties>
</file>